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2708F" w14:textId="77777777" w:rsidR="007F2F01" w:rsidRDefault="00C70235">
      <w:pPr>
        <w:tabs>
          <w:tab w:val="left" w:pos="851"/>
        </w:tabs>
        <w:ind w:right="-513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NOMINATION REGISTRATION FORM: </w:t>
      </w:r>
      <w:bookmarkStart w:id="0" w:name="_Hlk173416378"/>
    </w:p>
    <w:p w14:paraId="7724D3D2" w14:textId="21AC3A75" w:rsidR="007F2F01" w:rsidRDefault="00BC673D">
      <w:pPr>
        <w:tabs>
          <w:tab w:val="left" w:pos="851"/>
        </w:tabs>
        <w:ind w:right="-513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173493910"/>
      <w:bookmarkEnd w:id="0"/>
      <w:r>
        <w:rPr>
          <w:rFonts w:ascii="Calibri" w:hAnsi="Calibri" w:cs="Calibri"/>
          <w:b/>
          <w:bCs/>
          <w:sz w:val="22"/>
          <w:szCs w:val="22"/>
        </w:rPr>
        <w:t>Joint Regional Workshop on Data Management and GIS</w:t>
      </w:r>
    </w:p>
    <w:bookmarkEnd w:id="1"/>
    <w:p w14:paraId="5ADF1021" w14:textId="55608EFD" w:rsidR="007F2F01" w:rsidRDefault="00BC673D">
      <w:pPr>
        <w:tabs>
          <w:tab w:val="left" w:pos="851"/>
        </w:tabs>
        <w:ind w:right="-513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23 – 26 June </w:t>
      </w:r>
      <w:r w:rsidR="00C70235">
        <w:rPr>
          <w:rFonts w:ascii="Calibri" w:hAnsi="Calibri" w:cs="Calibri"/>
          <w:b/>
          <w:bCs/>
          <w:i/>
          <w:iCs/>
          <w:sz w:val="22"/>
          <w:szCs w:val="22"/>
        </w:rPr>
        <w:t>2025</w:t>
      </w:r>
    </w:p>
    <w:p w14:paraId="4CB4E053" w14:textId="77777777" w:rsidR="007F2F01" w:rsidRDefault="007F2F01">
      <w:pPr>
        <w:tabs>
          <w:tab w:val="left" w:pos="851"/>
        </w:tabs>
        <w:ind w:right="-513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520EBF93" w14:textId="77777777" w:rsidR="007F2F01" w:rsidRDefault="00C70235">
      <w:pPr>
        <w:spacing w:line="272" w:lineRule="exact"/>
        <w:jc w:val="center"/>
        <w:rPr>
          <w:rFonts w:eastAsia="Times New Roman"/>
          <w:b/>
          <w:color w:val="FF0000"/>
          <w:sz w:val="22"/>
          <w:szCs w:val="22"/>
        </w:rPr>
      </w:pPr>
      <w:r>
        <w:rPr>
          <w:rFonts w:eastAsia="Times New Roman"/>
          <w:i/>
          <w:iCs/>
          <w:color w:val="FF0000"/>
          <w:sz w:val="20"/>
          <w:szCs w:val="20"/>
        </w:rPr>
        <w:t>*All information in this form is required for your registration to be processed in advance and for our</w:t>
      </w:r>
      <w:r>
        <w:rPr>
          <w:rFonts w:eastAsia="Times New Roman"/>
          <w:i/>
          <w:iCs/>
          <w:color w:val="FF0000"/>
          <w:sz w:val="22"/>
          <w:szCs w:val="22"/>
        </w:rPr>
        <w:t xml:space="preserve"> </w:t>
      </w:r>
      <w:r>
        <w:rPr>
          <w:rFonts w:eastAsia="Times New Roman"/>
          <w:i/>
          <w:iCs/>
          <w:color w:val="FF0000"/>
          <w:sz w:val="20"/>
          <w:szCs w:val="20"/>
        </w:rPr>
        <w:t xml:space="preserve">logistics </w:t>
      </w:r>
      <w:r>
        <w:rPr>
          <w:rFonts w:eastAsia="Times New Roman"/>
          <w:i/>
          <w:iCs/>
          <w:color w:val="FF0000"/>
          <w:sz w:val="22"/>
          <w:szCs w:val="22"/>
        </w:rPr>
        <w:t>team to communicate with you to ensure your smooth travels.</w:t>
      </w:r>
    </w:p>
    <w:tbl>
      <w:tblPr>
        <w:tblStyle w:val="TableGrid1"/>
        <w:tblpPr w:leftFromText="180" w:rightFromText="180" w:vertAnchor="page" w:horzAnchor="margin" w:tblpY="4531"/>
        <w:tblW w:w="9351" w:type="dxa"/>
        <w:tblLook w:val="04A0" w:firstRow="1" w:lastRow="0" w:firstColumn="1" w:lastColumn="0" w:noHBand="0" w:noVBand="1"/>
      </w:tblPr>
      <w:tblGrid>
        <w:gridCol w:w="4508"/>
        <w:gridCol w:w="4843"/>
      </w:tblGrid>
      <w:tr w:rsidR="007F2F01" w14:paraId="7404241C" w14:textId="77777777">
        <w:tc>
          <w:tcPr>
            <w:tcW w:w="9351" w:type="dxa"/>
            <w:gridSpan w:val="2"/>
            <w:shd w:val="clear" w:color="auto" w:fill="DBE5F1" w:themeFill="accent1" w:themeFillTint="33"/>
          </w:tcPr>
          <w:p w14:paraId="1AD838B4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1. General information</w:t>
            </w:r>
          </w:p>
        </w:tc>
      </w:tr>
      <w:tr w:rsidR="007F2F01" w14:paraId="1383E4A2" w14:textId="77777777">
        <w:tc>
          <w:tcPr>
            <w:tcW w:w="4508" w:type="dxa"/>
          </w:tcPr>
          <w:p w14:paraId="5DEA3464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First/given name</w:t>
            </w:r>
          </w:p>
          <w:p w14:paraId="7CE8C1A8" w14:textId="77777777" w:rsidR="007F2F01" w:rsidRDefault="00C70235">
            <w:pP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  <w:t>Enter your first/given name exactly as listed in your passport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820771507"/>
              <w:placeholder>
                <w:docPart w:val="120A01F1890E444BBABF49F61FA0DC74"/>
              </w:placeholder>
              <w:showingPlcHdr/>
              <w15:color w:val="00CCFF"/>
              <w:text/>
            </w:sdtPr>
            <w:sdtContent>
              <w:p w14:paraId="085A485D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Fonts w:ascii="Arial Narrow" w:hAnsi="Arial Narrow" w:cs="Arial"/>
                    <w:color w:val="808080"/>
                  </w:rPr>
                  <w:t>Click or tap here to enter text.</w:t>
                </w:r>
              </w:p>
            </w:sdtContent>
          </w:sdt>
          <w:p w14:paraId="0A96D4DB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  <w:tc>
          <w:tcPr>
            <w:tcW w:w="4843" w:type="dxa"/>
          </w:tcPr>
          <w:p w14:paraId="57708A75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Last/family name</w:t>
            </w:r>
          </w:p>
          <w:p w14:paraId="137C8D7D" w14:textId="77777777" w:rsidR="007F2F01" w:rsidRDefault="00C70235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  <w:t>Enter your last/family name exactly as listed in your passport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81344173"/>
              <w:placeholder>
                <w:docPart w:val="907A2849DF3C406DB4F9817668B59A31"/>
              </w:placeholder>
              <w:showingPlcHdr/>
              <w15:color w:val="00CCFF"/>
              <w:text/>
            </w:sdtPr>
            <w:sdtContent>
              <w:p w14:paraId="2C4CA5DD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Fonts w:ascii="Arial Narrow" w:hAnsi="Arial Narrow" w:cs="Arial"/>
                    <w:color w:val="808080"/>
                  </w:rPr>
                  <w:t>Click or tap here to enter text.</w:t>
                </w:r>
              </w:p>
            </w:sdtContent>
          </w:sdt>
        </w:tc>
      </w:tr>
      <w:tr w:rsidR="007F2F01" w14:paraId="481F07AF" w14:textId="77777777">
        <w:tc>
          <w:tcPr>
            <w:tcW w:w="9351" w:type="dxa"/>
            <w:gridSpan w:val="2"/>
          </w:tcPr>
          <w:p w14:paraId="45E6CA0E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Date of birth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1049501641"/>
              <w:placeholder>
                <w:docPart w:val="662AD4E5C6AF4AFBAEAF515127AB1FE9"/>
              </w:placeholder>
              <w:showingPlcHdr/>
              <w15:color w:val="00CCFF"/>
              <w:date>
                <w:dateFormat w:val="dd/MM/yyyy"/>
                <w:lid w:val="en-US"/>
                <w:storeMappedDataAs w:val="dateTime"/>
                <w:calendar w:val="gregorian"/>
              </w:date>
            </w:sdtPr>
            <w:sdtContent>
              <w:p w14:paraId="41E2658F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Fonts w:ascii="Arial Narrow" w:hAnsi="Arial Narrow" w:cs="Arial"/>
                    <w:color w:val="808080"/>
                  </w:rPr>
                  <w:t>Click or tap to enter a date.</w:t>
                </w:r>
              </w:p>
            </w:sdtContent>
          </w:sdt>
          <w:p w14:paraId="255EFD10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370D85AE" w14:textId="77777777">
        <w:tc>
          <w:tcPr>
            <w:tcW w:w="9351" w:type="dxa"/>
            <w:gridSpan w:val="2"/>
          </w:tcPr>
          <w:p w14:paraId="6976993E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Permanent address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-640804225"/>
              <w:placeholder>
                <w:docPart w:val="9A657CFF74F54F7E9F7BA0871D7051A9"/>
              </w:placeholder>
              <w:showingPlcHdr/>
              <w15:color w:val="00CCFF"/>
              <w:text/>
            </w:sdtPr>
            <w:sdtContent>
              <w:p w14:paraId="05E1C31B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Fonts w:ascii="Arial Narrow" w:hAnsi="Arial Narrow" w:cs="Arial"/>
                    <w:color w:val="808080"/>
                  </w:rPr>
                  <w:t>Click or tap here to enter text.</w:t>
                </w:r>
              </w:p>
            </w:sdtContent>
          </w:sdt>
          <w:p w14:paraId="4106A5A5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2F1DE51D" w14:textId="77777777">
        <w:tc>
          <w:tcPr>
            <w:tcW w:w="9351" w:type="dxa"/>
            <w:gridSpan w:val="2"/>
          </w:tcPr>
          <w:p w14:paraId="1CCE3CC7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Telephone number (home)</w:t>
            </w:r>
          </w:p>
          <w:p w14:paraId="2EFE6C98" w14:textId="77777777" w:rsidR="007F2F01" w:rsidRDefault="00C70235">
            <w:pP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  <w:t>Please include the country prefix.</w:t>
            </w:r>
          </w:p>
          <w:p w14:paraId="7198D5F0" w14:textId="77777777" w:rsidR="007F2F01" w:rsidRDefault="00000000">
            <w:pPr>
              <w:rPr>
                <w:rFonts w:ascii="Arial Narrow" w:hAnsi="Arial Narrow" w:cs="Arial"/>
              </w:rPr>
            </w:pPr>
            <w:sdt>
              <w:sdtPr>
                <w:rPr>
                  <w:rFonts w:ascii="Arial Narrow" w:hAnsi="Arial Narrow" w:cs="Arial"/>
                </w:rPr>
                <w:id w:val="-1987930950"/>
                <w:placeholder>
                  <w:docPart w:val="84BB7305E99848D18DF29B4798E749CF"/>
                </w:placeholder>
                <w:showingPlcHdr/>
                <w15:color w:val="00CCFF"/>
                <w:text/>
              </w:sdtPr>
              <w:sdtContent>
                <w:r w:rsidR="00C70235">
                  <w:rPr>
                    <w:rFonts w:ascii="Arial Narrow" w:hAnsi="Arial Narrow" w:cs="Arial"/>
                    <w:color w:val="808080"/>
                  </w:rPr>
                  <w:t>Click or tap here to enter text.</w:t>
                </w:r>
              </w:sdtContent>
            </w:sdt>
          </w:p>
          <w:p w14:paraId="0F544669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1E155769" w14:textId="77777777">
        <w:tc>
          <w:tcPr>
            <w:tcW w:w="9351" w:type="dxa"/>
            <w:gridSpan w:val="2"/>
          </w:tcPr>
          <w:p w14:paraId="28EB6181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Email address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-1906360195"/>
              <w:placeholder>
                <w:docPart w:val="F76C63FBCDF34EFABF921A5B3CC886D6"/>
              </w:placeholder>
              <w:showingPlcHdr/>
              <w15:color w:val="00CCFF"/>
              <w:text/>
            </w:sdtPr>
            <w:sdtContent>
              <w:p w14:paraId="69084EC7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Fonts w:ascii="Arial Narrow" w:hAnsi="Arial Narrow" w:cs="Arial"/>
                    <w:color w:val="808080"/>
                  </w:rPr>
                  <w:t>Click or tap here to enter text.</w:t>
                </w:r>
              </w:p>
            </w:sdtContent>
          </w:sdt>
          <w:p w14:paraId="7EC31BFB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75AD62A6" w14:textId="77777777">
        <w:tc>
          <w:tcPr>
            <w:tcW w:w="9351" w:type="dxa"/>
            <w:gridSpan w:val="2"/>
            <w:shd w:val="clear" w:color="auto" w:fill="DBE5F1" w:themeFill="accent1" w:themeFillTint="33"/>
          </w:tcPr>
          <w:p w14:paraId="33C707ED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2. Information about your Country and Organization</w:t>
            </w:r>
          </w:p>
          <w:p w14:paraId="7587CC16" w14:textId="77777777" w:rsidR="007F2F01" w:rsidRDefault="00C70235">
            <w:pPr>
              <w:rPr>
                <w:rFonts w:ascii="Arial Narrow" w:hAnsi="Arial Narrow" w:cs="Arial"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Information regarding the organization you are representing.</w:t>
            </w:r>
          </w:p>
        </w:tc>
      </w:tr>
      <w:tr w:rsidR="007F2F01" w14:paraId="4E26F64E" w14:textId="77777777">
        <w:tc>
          <w:tcPr>
            <w:tcW w:w="9351" w:type="dxa"/>
            <w:gridSpan w:val="2"/>
          </w:tcPr>
          <w:p w14:paraId="17AE617C" w14:textId="77777777" w:rsidR="007F2F01" w:rsidRDefault="00C7023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>Country Organization name</w:t>
            </w:r>
            <w:r>
              <w:rPr>
                <w:rFonts w:ascii="Arial Narrow" w:hAnsi="Arial Narrow" w:cs="Arial"/>
              </w:rPr>
              <w:br/>
            </w:r>
            <w: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  <w:t>The full name of your Country/organization (office address and contact).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1350918708"/>
              <w:placeholder>
                <w:docPart w:val="442213B4C41E4398AFCECC038B2391F6"/>
              </w:placeholder>
              <w:showingPlcHdr/>
              <w15:color w:val="00CCFF"/>
              <w:text/>
            </w:sdtPr>
            <w:sdtContent>
              <w:p w14:paraId="17DE8A2C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p>
            </w:sdtContent>
          </w:sdt>
          <w:p w14:paraId="4F676F55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42AF7BE8" w14:textId="77777777">
        <w:tc>
          <w:tcPr>
            <w:tcW w:w="9351" w:type="dxa"/>
            <w:gridSpan w:val="2"/>
          </w:tcPr>
          <w:p w14:paraId="47C3F3CA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To help expedite travel arrangements, nominees are requested to also provide:</w:t>
            </w:r>
          </w:p>
          <w:p w14:paraId="436C63F9" w14:textId="77777777" w:rsidR="007F2F01" w:rsidRDefault="00C70235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FF0000"/>
                <w:sz w:val="18"/>
                <w:szCs w:val="18"/>
              </w:rPr>
              <w:t xml:space="preserve">i. Copy of passport biodata page </w:t>
            </w:r>
          </w:p>
          <w:p w14:paraId="30442E43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7F2F01" w14:paraId="4709E363" w14:textId="77777777">
        <w:tc>
          <w:tcPr>
            <w:tcW w:w="9351" w:type="dxa"/>
            <w:gridSpan w:val="2"/>
          </w:tcPr>
          <w:p w14:paraId="61315CA1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Port of Origin:</w:t>
            </w:r>
          </w:p>
          <w:sdt>
            <w:sdtPr>
              <w:rPr>
                <w:rFonts w:ascii="Arial Narrow" w:hAnsi="Arial Narrow" w:cs="Arial"/>
                <w:sz w:val="22"/>
                <w:szCs w:val="22"/>
                <w:lang w:val="en-GB" w:eastAsia="zh-CN"/>
              </w:rPr>
              <w:id w:val="453920210"/>
              <w:placeholder>
                <w:docPart w:val="8E9A76C910DD4E9FA95126A218E7BD04"/>
              </w:placeholder>
              <w:showingPlcHdr/>
              <w15:color w:val="00CCFF"/>
              <w:text/>
            </w:sdtPr>
            <w:sdtContent>
              <w:p w14:paraId="3DBB752A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p>
            </w:sdtContent>
          </w:sdt>
          <w:p w14:paraId="5B8A9C94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  <w:p w14:paraId="6FA5CF2D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</w:tc>
      </w:tr>
    </w:tbl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05"/>
        <w:gridCol w:w="3005"/>
        <w:gridCol w:w="3341"/>
      </w:tblGrid>
      <w:tr w:rsidR="007F2F01" w14:paraId="6622BAF4" w14:textId="77777777">
        <w:tc>
          <w:tcPr>
            <w:tcW w:w="9351" w:type="dxa"/>
            <w:gridSpan w:val="3"/>
          </w:tcPr>
          <w:p w14:paraId="6165387C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Designated title</w:t>
            </w:r>
          </w:p>
          <w:p w14:paraId="0334DFFE" w14:textId="77777777" w:rsidR="007F2F01" w:rsidRDefault="00C70235">
            <w:pP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iCs/>
                <w:color w:val="FF0000"/>
                <w:sz w:val="18"/>
                <w:szCs w:val="18"/>
              </w:rPr>
              <w:t>The designation/position assigned to you by your organization.</w:t>
            </w:r>
          </w:p>
          <w:sdt>
            <w:sdtPr>
              <w:rPr>
                <w:rFonts w:ascii="Arial Narrow" w:hAnsi="Arial Narrow" w:cs="Arial"/>
                <w:sz w:val="22"/>
                <w:szCs w:val="22"/>
              </w:rPr>
              <w:id w:val="-1395422329"/>
              <w:placeholder>
                <w:docPart w:val="1D538EC2CAD04098844C5103DF8AA77D"/>
              </w:placeholder>
              <w:showingPlcHdr/>
              <w15:color w:val="00CCFF"/>
              <w:text/>
            </w:sdtPr>
            <w:sdtContent>
              <w:p w14:paraId="1E81B8D1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p>
            </w:sdtContent>
          </w:sdt>
          <w:p w14:paraId="719BDD7A" w14:textId="77777777" w:rsidR="007F2F01" w:rsidRDefault="007F2F01">
            <w:pPr>
              <w:rPr>
                <w:rFonts w:ascii="Arial Narrow" w:hAnsi="Arial Narrow" w:cs="Arial"/>
              </w:rPr>
            </w:pPr>
          </w:p>
          <w:p w14:paraId="038C80F8" w14:textId="77777777" w:rsidR="007F2F01" w:rsidRDefault="007F2F01">
            <w:pPr>
              <w:rPr>
                <w:rFonts w:ascii="Arial Narrow" w:hAnsi="Arial Narrow" w:cs="Arial"/>
              </w:rPr>
            </w:pPr>
          </w:p>
          <w:p w14:paraId="403C5015" w14:textId="77777777" w:rsidR="007F2F01" w:rsidRDefault="007F2F01">
            <w:pPr>
              <w:rPr>
                <w:rFonts w:ascii="Arial Narrow" w:hAnsi="Arial Narrow" w:cs="Arial"/>
              </w:rPr>
            </w:pPr>
          </w:p>
          <w:p w14:paraId="64D912FD" w14:textId="77777777" w:rsidR="007F2F01" w:rsidRDefault="007F2F01">
            <w:pPr>
              <w:rPr>
                <w:rFonts w:ascii="Arial Narrow" w:hAnsi="Arial Narrow" w:cs="Arial"/>
              </w:rPr>
            </w:pPr>
          </w:p>
          <w:p w14:paraId="76BA5A2F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6D4AC202" w14:textId="77777777">
        <w:trPr>
          <w:trHeight w:val="422"/>
        </w:trPr>
        <w:tc>
          <w:tcPr>
            <w:tcW w:w="9351" w:type="dxa"/>
            <w:gridSpan w:val="3"/>
            <w:shd w:val="clear" w:color="auto" w:fill="DBE5F1" w:themeFill="accent1" w:themeFillTint="33"/>
          </w:tcPr>
          <w:p w14:paraId="5D6B0279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lastRenderedPageBreak/>
              <w:t>4. Medical Information</w:t>
            </w:r>
          </w:p>
        </w:tc>
      </w:tr>
      <w:tr w:rsidR="007F2F01" w14:paraId="73A7B9B6" w14:textId="77777777">
        <w:tc>
          <w:tcPr>
            <w:tcW w:w="9351" w:type="dxa"/>
            <w:gridSpan w:val="3"/>
          </w:tcPr>
          <w:p w14:paraId="6801AFB3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Pre-existing medical conditions:</w:t>
            </w:r>
          </w:p>
          <w:p w14:paraId="23BE524D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  <w:p w14:paraId="57681981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  <w:p w14:paraId="4FA75948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  <w:p w14:paraId="6218FCD1" w14:textId="77777777" w:rsidR="007F2F01" w:rsidRDefault="007F2F01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7F2F01" w14:paraId="202FD107" w14:textId="77777777">
        <w:tc>
          <w:tcPr>
            <w:tcW w:w="9351" w:type="dxa"/>
            <w:gridSpan w:val="3"/>
          </w:tcPr>
          <w:p w14:paraId="048C6884" w14:textId="77777777" w:rsidR="007F2F01" w:rsidRDefault="00C7023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Vaccination Status </w:t>
            </w:r>
            <w:r>
              <w:rPr>
                <w:rFonts w:ascii="Arial Narrow" w:hAnsi="Arial Narrow" w:cs="Arial"/>
              </w:rPr>
              <w:t>(please attach vaccination card or certificate):</w:t>
            </w:r>
          </w:p>
          <w:p w14:paraId="19924AED" w14:textId="77777777" w:rsidR="007F2F01" w:rsidRDefault="007F2F01">
            <w:pPr>
              <w:rPr>
                <w:rFonts w:ascii="Arial Narrow" w:hAnsi="Arial Narrow" w:cs="Arial"/>
              </w:rPr>
            </w:pPr>
          </w:p>
          <w:p w14:paraId="1C5117B4" w14:textId="77777777" w:rsidR="007F2F01" w:rsidRDefault="007F2F01">
            <w:pPr>
              <w:rPr>
                <w:rFonts w:ascii="Arial Narrow" w:hAnsi="Arial Narrow" w:cs="Arial"/>
              </w:rPr>
            </w:pPr>
          </w:p>
          <w:p w14:paraId="6E07114E" w14:textId="77777777" w:rsidR="007F2F01" w:rsidRDefault="007F2F01">
            <w:pPr>
              <w:rPr>
                <w:rFonts w:ascii="Arial Narrow" w:hAnsi="Arial Narrow" w:cs="Arial"/>
              </w:rPr>
            </w:pPr>
          </w:p>
        </w:tc>
      </w:tr>
      <w:tr w:rsidR="007F2F01" w14:paraId="46260D6F" w14:textId="77777777">
        <w:tc>
          <w:tcPr>
            <w:tcW w:w="9351" w:type="dxa"/>
            <w:gridSpan w:val="3"/>
            <w:shd w:val="clear" w:color="auto" w:fill="DBE5F1" w:themeFill="accent1" w:themeFillTint="33"/>
          </w:tcPr>
          <w:p w14:paraId="6572BE66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5. Emergency contact</w:t>
            </w:r>
          </w:p>
          <w:p w14:paraId="7DFF4C7B" w14:textId="77777777" w:rsidR="007F2F01" w:rsidRDefault="00C70235">
            <w:pPr>
              <w:rPr>
                <w:rFonts w:ascii="Arial Narrow" w:hAnsi="Arial Narrow" w:cs="Arial"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Information regarding the person who should be contacted in case of emergencies.</w:t>
            </w:r>
          </w:p>
        </w:tc>
      </w:tr>
      <w:tr w:rsidR="007F2F01" w14:paraId="68EEDAD1" w14:textId="77777777">
        <w:tc>
          <w:tcPr>
            <w:tcW w:w="9351" w:type="dxa"/>
            <w:gridSpan w:val="3"/>
            <w:shd w:val="clear" w:color="auto" w:fill="auto"/>
          </w:tcPr>
          <w:p w14:paraId="3CDE33D1" w14:textId="77777777" w:rsidR="007F2F01" w:rsidRDefault="00C7023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Relationship to: </w:t>
            </w:r>
          </w:p>
          <w:p w14:paraId="3376A042" w14:textId="77777777" w:rsidR="007F2F01" w:rsidRDefault="00000000">
            <w:pPr>
              <w:rPr>
                <w:rFonts w:ascii="Arial Narrow" w:hAnsi="Arial Narrow" w:cs="Arial"/>
                <w:b/>
                <w:bCs/>
              </w:rPr>
            </w:pPr>
            <w:sdt>
              <w:sdtPr>
                <w:rPr>
                  <w:rFonts w:ascii="Arial Narrow" w:hAnsi="Arial Narrow" w:cs="Arial"/>
                </w:rPr>
                <w:id w:val="-472445677"/>
                <w:placeholder>
                  <w:docPart w:val="08C93A504CD642B7A72B9AEE7E152B27"/>
                </w:placeholder>
                <w:showingPlcHdr/>
                <w15:color w:val="00CCFF"/>
                <w:text/>
              </w:sdtPr>
              <w:sdtContent>
                <w:r w:rsidR="00C70235"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sdtContent>
            </w:sdt>
          </w:p>
        </w:tc>
      </w:tr>
      <w:tr w:rsidR="007F2F01" w14:paraId="5308D9B3" w14:textId="77777777">
        <w:trPr>
          <w:trHeight w:val="740"/>
        </w:trPr>
        <w:tc>
          <w:tcPr>
            <w:tcW w:w="3005" w:type="dxa"/>
          </w:tcPr>
          <w:p w14:paraId="2E4D71C6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First/given name</w:t>
            </w:r>
          </w:p>
          <w:sdt>
            <w:sdtPr>
              <w:rPr>
                <w:rFonts w:ascii="Arial Narrow" w:hAnsi="Arial Narrow" w:cs="Arial"/>
                <w:sz w:val="22"/>
                <w:szCs w:val="22"/>
              </w:rPr>
              <w:id w:val="970711290"/>
              <w:placeholder>
                <w:docPart w:val="B31213975E454279B1B58B92E94FE515"/>
              </w:placeholder>
              <w:showingPlcHdr/>
              <w15:color w:val="00CCFF"/>
              <w:text/>
            </w:sdtPr>
            <w:sdtContent>
              <w:p w14:paraId="6C127758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p>
            </w:sdtContent>
          </w:sdt>
        </w:tc>
        <w:tc>
          <w:tcPr>
            <w:tcW w:w="3005" w:type="dxa"/>
          </w:tcPr>
          <w:p w14:paraId="1B795093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Last/family name</w:t>
            </w:r>
          </w:p>
          <w:sdt>
            <w:sdtPr>
              <w:rPr>
                <w:rFonts w:ascii="Arial Narrow" w:hAnsi="Arial Narrow" w:cs="Arial"/>
                <w:sz w:val="22"/>
                <w:szCs w:val="22"/>
              </w:rPr>
              <w:id w:val="1000462982"/>
              <w:placeholder>
                <w:docPart w:val="31B5C118240F4BFDB06D8FC6A1946EBA"/>
              </w:placeholder>
              <w:showingPlcHdr/>
              <w15:color w:val="00CCFF"/>
              <w:text/>
            </w:sdtPr>
            <w:sdtContent>
              <w:p w14:paraId="1814D692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p>
            </w:sdtContent>
          </w:sdt>
        </w:tc>
        <w:tc>
          <w:tcPr>
            <w:tcW w:w="3341" w:type="dxa"/>
          </w:tcPr>
          <w:p w14:paraId="7278573C" w14:textId="77777777" w:rsidR="007F2F01" w:rsidRDefault="00C70235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Telephone number</w:t>
            </w:r>
          </w:p>
          <w:sdt>
            <w:sdtPr>
              <w:rPr>
                <w:rFonts w:ascii="Arial Narrow" w:hAnsi="Arial Narrow" w:cs="Arial"/>
                <w:sz w:val="22"/>
                <w:szCs w:val="22"/>
              </w:rPr>
              <w:id w:val="-1037346031"/>
              <w:placeholder>
                <w:docPart w:val="AD34961A187242CEBE3011F5D3CF23C4"/>
              </w:placeholder>
              <w:showingPlcHdr/>
              <w15:color w:val="00CCFF"/>
              <w:text/>
            </w:sdtPr>
            <w:sdtContent>
              <w:p w14:paraId="0DB77B7B" w14:textId="77777777" w:rsidR="007F2F01" w:rsidRDefault="00C70235">
                <w:pPr>
                  <w:rPr>
                    <w:rFonts w:ascii="Arial Narrow" w:hAnsi="Arial Narrow" w:cs="Arial"/>
                  </w:rPr>
                </w:pPr>
                <w:r>
                  <w:rPr>
                    <w:rStyle w:val="PlaceholderText"/>
                    <w:rFonts w:ascii="Arial Narrow" w:hAnsi="Arial Narrow" w:cs="Arial"/>
                  </w:rPr>
                  <w:t>Click or tap here to enter text.</w:t>
                </w:r>
              </w:p>
            </w:sdtContent>
          </w:sdt>
        </w:tc>
      </w:tr>
    </w:tbl>
    <w:p w14:paraId="159494D3" w14:textId="77777777" w:rsidR="007F2F01" w:rsidRDefault="007F2F01">
      <w:pPr>
        <w:rPr>
          <w:sz w:val="20"/>
          <w:szCs w:val="20"/>
        </w:rPr>
      </w:pPr>
    </w:p>
    <w:p w14:paraId="001E329B" w14:textId="77777777" w:rsidR="007F2F01" w:rsidRDefault="007F2F01">
      <w:pPr>
        <w:rPr>
          <w:sz w:val="20"/>
          <w:szCs w:val="20"/>
        </w:rPr>
      </w:pPr>
    </w:p>
    <w:p w14:paraId="21881085" w14:textId="77777777" w:rsidR="007F2F01" w:rsidRDefault="00C70235">
      <w:pPr>
        <w:rPr>
          <w:rFonts w:cstheme="minorHAnsi"/>
          <w:i/>
          <w:iCs/>
        </w:rPr>
      </w:pPr>
      <w:r>
        <w:rPr>
          <w:rFonts w:cstheme="minorHAnsi"/>
          <w:b/>
          <w:bCs/>
          <w:i/>
          <w:iCs/>
        </w:rPr>
        <w:t>Note: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  <w:i/>
          <w:iCs/>
          <w:color w:val="00B050"/>
        </w:rPr>
        <w:t xml:space="preserve">SPREP will bear the costs of the airfare (most direct/economical route) and DSA </w:t>
      </w:r>
      <w:r>
        <w:rPr>
          <w:rFonts w:cstheme="minorHAnsi"/>
          <w:i/>
          <w:iCs/>
          <w:color w:val="00B050"/>
          <w:u w:val="single"/>
        </w:rPr>
        <w:t>only</w:t>
      </w:r>
      <w:r>
        <w:rPr>
          <w:rFonts w:cstheme="minorHAnsi"/>
          <w:i/>
          <w:iCs/>
          <w:color w:val="00B050"/>
        </w:rPr>
        <w:t xml:space="preserve"> for the duration of the meeting. All other related costs are to be borne by the participants/nominating governments (this includes but is not limited to passport, visas, travel/medical insurance (including COVID-related medicals), pre-entry and upon-entry requirements by the host country).</w:t>
      </w:r>
    </w:p>
    <w:p w14:paraId="7BEE783C" w14:textId="77777777" w:rsidR="007F2F01" w:rsidRDefault="007F2F01">
      <w:pPr>
        <w:rPr>
          <w:rFonts w:eastAsia="Times New Roman" w:cstheme="minorHAnsi"/>
          <w:i/>
        </w:rPr>
      </w:pPr>
    </w:p>
    <w:p w14:paraId="06878DB0" w14:textId="4CFE345B" w:rsidR="007F2F01" w:rsidRDefault="00C70235">
      <w:pPr>
        <w:rPr>
          <w:b/>
        </w:rPr>
      </w:pPr>
      <w:r>
        <w:rPr>
          <w:rFonts w:cs="Arial"/>
          <w:b/>
        </w:rPr>
        <w:t>Please email the completed form</w:t>
      </w:r>
      <w:r>
        <w:rPr>
          <w:rFonts w:eastAsiaTheme="minorEastAsia" w:cs="Arial" w:hint="eastAsia"/>
          <w:b/>
          <w:lang w:eastAsia="ko-KR"/>
        </w:rPr>
        <w:t xml:space="preserve"> AND </w:t>
      </w:r>
      <w:r>
        <w:rPr>
          <w:rFonts w:eastAsiaTheme="minorEastAsia" w:cs="Arial" w:hint="eastAsia"/>
          <w:b/>
          <w:highlight w:val="yellow"/>
          <w:lang w:eastAsia="ko-KR"/>
        </w:rPr>
        <w:t>A COPY OF YOUR PASSPORT</w:t>
      </w:r>
      <w:r>
        <w:rPr>
          <w:rFonts w:eastAsiaTheme="minorEastAsia" w:cs="Arial"/>
          <w:b/>
          <w:lang w:eastAsia="ko-KR"/>
        </w:rPr>
        <w:t xml:space="preserve"> (Bio-page)</w:t>
      </w:r>
      <w:r>
        <w:rPr>
          <w:rFonts w:cs="Arial"/>
          <w:b/>
        </w:rPr>
        <w:t xml:space="preserve"> to </w:t>
      </w:r>
      <w:r>
        <w:rPr>
          <w:rFonts w:eastAsiaTheme="minorEastAsia" w:cs="Arial"/>
          <w:b/>
          <w:lang w:eastAsia="ko-KR"/>
        </w:rPr>
        <w:t xml:space="preserve">Ms. </w:t>
      </w:r>
      <w:r w:rsidR="00BC673D">
        <w:rPr>
          <w:rFonts w:eastAsiaTheme="minorEastAsia" w:cs="Arial"/>
          <w:b/>
          <w:lang w:eastAsia="ko-KR"/>
        </w:rPr>
        <w:t>Lagi Reupena</w:t>
      </w:r>
      <w:r>
        <w:rPr>
          <w:rFonts w:eastAsiaTheme="minorEastAsia" w:cs="Arial"/>
          <w:b/>
          <w:lang w:eastAsia="ko-KR"/>
        </w:rPr>
        <w:t xml:space="preserve"> (</w:t>
      </w:r>
      <w:hyperlink r:id="rId8" w:history="1">
        <w:r w:rsidR="00BC673D" w:rsidRPr="00743C7E">
          <w:rPr>
            <w:rStyle w:val="Hyperlink"/>
            <w:rFonts w:eastAsiaTheme="minorEastAsia" w:cs="Arial"/>
            <w:b/>
            <w:lang w:eastAsia="ko-KR"/>
          </w:rPr>
          <w:t>lagir@sprep.org</w:t>
        </w:r>
      </w:hyperlink>
      <w:r>
        <w:rPr>
          <w:rFonts w:eastAsiaTheme="minorEastAsia" w:cs="Arial"/>
          <w:b/>
          <w:lang w:eastAsia="ko-KR"/>
        </w:rPr>
        <w:t xml:space="preserve">) </w:t>
      </w:r>
      <w:r>
        <w:rPr>
          <w:rFonts w:cs="Arial"/>
          <w:b/>
        </w:rPr>
        <w:t xml:space="preserve">and </w:t>
      </w:r>
      <w:r w:rsidR="00BC673D">
        <w:rPr>
          <w:rFonts w:cs="Arial"/>
          <w:b/>
        </w:rPr>
        <w:t>Mr Rafael Tavita</w:t>
      </w:r>
      <w:r>
        <w:rPr>
          <w:rFonts w:cs="Arial"/>
          <w:b/>
        </w:rPr>
        <w:t xml:space="preserve">  (</w:t>
      </w:r>
      <w:hyperlink r:id="rId9" w:history="1">
        <w:r w:rsidR="00BC673D" w:rsidRPr="00743C7E">
          <w:rPr>
            <w:rStyle w:val="Hyperlink"/>
            <w:b/>
          </w:rPr>
          <w:t>rafaelt@sprep.org</w:t>
        </w:r>
      </w:hyperlink>
      <w:r>
        <w:rPr>
          <w:b/>
        </w:rPr>
        <w:t xml:space="preserve"> </w:t>
      </w:r>
      <w:r>
        <w:rPr>
          <w:rFonts w:cs="Arial"/>
          <w:b/>
        </w:rPr>
        <w:t xml:space="preserve">) </w:t>
      </w:r>
    </w:p>
    <w:p w14:paraId="19533E08" w14:textId="77777777" w:rsidR="007F2F01" w:rsidRDefault="007F2F01">
      <w:pPr>
        <w:spacing w:before="120"/>
        <w:ind w:left="-426" w:right="-428"/>
        <w:jc w:val="center"/>
        <w:rPr>
          <w:rFonts w:ascii="Calibri" w:eastAsiaTheme="minorEastAsia" w:hAnsi="Calibri"/>
          <w:bCs/>
          <w:lang w:eastAsia="ko-KR"/>
        </w:rPr>
      </w:pPr>
    </w:p>
    <w:p w14:paraId="297F6903" w14:textId="77777777" w:rsidR="007F2F01" w:rsidRDefault="007F2F01">
      <w:pPr>
        <w:rPr>
          <w:bCs/>
        </w:rPr>
      </w:pPr>
    </w:p>
    <w:p w14:paraId="17EC6319" w14:textId="77777777" w:rsidR="007F2F01" w:rsidRDefault="007F2F01">
      <w:pPr>
        <w:rPr>
          <w:bCs/>
        </w:rPr>
      </w:pPr>
    </w:p>
    <w:p w14:paraId="62A262BD" w14:textId="77777777" w:rsidR="007F2F01" w:rsidRDefault="00C70235">
      <w:pPr>
        <w:rPr>
          <w:bCs/>
        </w:rPr>
      </w:pPr>
      <w:r>
        <w:rPr>
          <w:bCs/>
        </w:rPr>
        <w:t>Approved By Focal Point (Name): ____________________</w:t>
      </w:r>
    </w:p>
    <w:p w14:paraId="0AB2D065" w14:textId="77777777" w:rsidR="007F2F01" w:rsidRDefault="007F2F01">
      <w:pPr>
        <w:rPr>
          <w:bCs/>
        </w:rPr>
      </w:pPr>
    </w:p>
    <w:p w14:paraId="08F15D1B" w14:textId="77777777" w:rsidR="007F2F01" w:rsidRDefault="00C70235">
      <w:pPr>
        <w:rPr>
          <w:bCs/>
        </w:rPr>
      </w:pPr>
      <w:r>
        <w:rPr>
          <w:bCs/>
        </w:rPr>
        <w:t>Focal Point Signature: _________________</w:t>
      </w:r>
    </w:p>
    <w:p w14:paraId="2E8D80F1" w14:textId="77777777" w:rsidR="007F2F01" w:rsidRDefault="007F2F01">
      <w:pPr>
        <w:pStyle w:val="BodyA"/>
        <w:rPr>
          <w:rFonts w:ascii="Arial" w:eastAsia="Arial" w:hAnsi="Arial" w:cs="Arial"/>
          <w:bCs/>
          <w:lang w:val="en-US"/>
        </w:rPr>
      </w:pPr>
    </w:p>
    <w:p w14:paraId="059876DF" w14:textId="77777777" w:rsidR="007F2F01" w:rsidRDefault="007F2F01">
      <w:pPr>
        <w:pStyle w:val="BodyA"/>
        <w:rPr>
          <w:rFonts w:ascii="Arial" w:eastAsia="Arial" w:hAnsi="Arial" w:cs="Arial"/>
        </w:rPr>
      </w:pPr>
    </w:p>
    <w:p w14:paraId="4514E9E8" w14:textId="77777777" w:rsidR="007F2F01" w:rsidRDefault="00C70235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  <w:r>
        <w:rPr>
          <w:rStyle w:val="None"/>
          <w:rFonts w:ascii="Arial" w:eastAsia="Arial" w:hAnsi="Arial" w:cs="Arial"/>
        </w:rPr>
        <w:tab/>
      </w:r>
    </w:p>
    <w:p w14:paraId="4E5E3927" w14:textId="77777777" w:rsidR="007F2F01" w:rsidRDefault="007F2F01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</w:p>
    <w:p w14:paraId="0FC37F23" w14:textId="77777777" w:rsidR="007F2F01" w:rsidRDefault="007F2F01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</w:p>
    <w:p w14:paraId="59F11FC1" w14:textId="77777777" w:rsidR="007F2F01" w:rsidRDefault="007F2F01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</w:p>
    <w:p w14:paraId="125C183E" w14:textId="77777777" w:rsidR="007F2F01" w:rsidRDefault="007F2F01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</w:p>
    <w:p w14:paraId="721AAFED" w14:textId="77777777" w:rsidR="007F2F01" w:rsidRDefault="007F2F01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</w:p>
    <w:p w14:paraId="04DC1A27" w14:textId="77777777" w:rsidR="007F2F01" w:rsidRDefault="007F2F01">
      <w:pPr>
        <w:pStyle w:val="BodyA"/>
        <w:tabs>
          <w:tab w:val="left" w:pos="2480"/>
        </w:tabs>
        <w:rPr>
          <w:rStyle w:val="None"/>
          <w:rFonts w:ascii="Arial" w:eastAsia="Arial" w:hAnsi="Arial" w:cs="Arial"/>
        </w:rPr>
      </w:pPr>
    </w:p>
    <w:p w14:paraId="0AE3F1CF" w14:textId="77777777" w:rsidR="007F2F01" w:rsidRDefault="007F2F01">
      <w:pPr>
        <w:pStyle w:val="NormalWeb"/>
      </w:pPr>
    </w:p>
    <w:sectPr w:rsidR="007F2F01">
      <w:headerReference w:type="default" r:id="rId10"/>
      <w:footerReference w:type="default" r:id="rId11"/>
      <w:pgSz w:w="11900" w:h="16840"/>
      <w:pgMar w:top="2269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C459" w14:textId="77777777" w:rsidR="00496079" w:rsidRDefault="00496079">
      <w:r>
        <w:separator/>
      </w:r>
    </w:p>
  </w:endnote>
  <w:endnote w:type="continuationSeparator" w:id="0">
    <w:p w14:paraId="23C2BEE6" w14:textId="77777777" w:rsidR="00496079" w:rsidRDefault="0049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60EA4" w14:textId="77777777" w:rsidR="007F2F01" w:rsidRDefault="00C70235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A6CDD5" wp14:editId="4333420A">
              <wp:simplePos x="0" y="0"/>
              <wp:positionH relativeFrom="page">
                <wp:align>right</wp:align>
              </wp:positionH>
              <wp:positionV relativeFrom="paragraph">
                <wp:posOffset>-365760</wp:posOffset>
              </wp:positionV>
              <wp:extent cx="7550785" cy="909320"/>
              <wp:effectExtent l="0" t="0" r="0" b="5080"/>
              <wp:wrapNone/>
              <wp:docPr id="871479587" name="Group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0785" cy="909320"/>
                        <a:chOff x="0" y="0"/>
                        <a:chExt cx="7550785" cy="909320"/>
                      </a:xfrm>
                    </wpg:grpSpPr>
                    <wps:wsp>
                      <wps:cNvPr id="143524268" name="officeArt object" descr="officeArt object"/>
                      <wps:cNvSpPr txBox="1"/>
                      <wps:spPr>
                        <a:xfrm>
                          <a:off x="259080" y="0"/>
                          <a:ext cx="7054850" cy="342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079556C" w14:textId="77777777" w:rsidR="007F2F01" w:rsidRDefault="00C70235">
                            <w:pPr>
                              <w:pStyle w:val="BodyA"/>
                              <w:spacing w:line="312" w:lineRule="auto"/>
                              <w:jc w:val="center"/>
                              <w:rPr>
                                <w:lang w:val="pl-PL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90"/>
                                <w:sz w:val="18"/>
                                <w:szCs w:val="18"/>
                                <w:u w:color="000090"/>
                                <w:lang w:val="de-DE"/>
                              </w:rPr>
                              <w:t xml:space="preserve">PO Box 240, Apia, Samoa    T +685 21929    F +685 20231    </w:t>
                            </w:r>
                            <w:hyperlink r:id="rId1" w:history="1">
                              <w:r w:rsidR="007F2F01">
                                <w:rPr>
                                  <w:rStyle w:val="Hyperlink0"/>
                                  <w:lang w:val="pl-PL"/>
                                </w:rPr>
                                <w:t>sprep@sprep.org</w:t>
                              </w:r>
                            </w:hyperlink>
                            <w:r>
                              <w:rPr>
                                <w:rStyle w:val="None"/>
                                <w:color w:val="000090"/>
                                <w:u w:color="000090"/>
                                <w:lang w:val="pl-PL"/>
                              </w:rPr>
                              <w:t xml:space="preserve">   </w:t>
                            </w:r>
                            <w:hyperlink r:id="rId2" w:history="1">
                              <w:r w:rsidR="007F2F01">
                                <w:rPr>
                                  <w:rStyle w:val="Hyperlink0"/>
                                  <w:lang w:val="pl-PL"/>
                                </w:rPr>
                                <w:t>www.sprep.org</w:t>
                              </w:r>
                            </w:hyperlink>
                          </w:p>
                          <w:p w14:paraId="69CED744" w14:textId="77777777" w:rsidR="007F2F01" w:rsidRDefault="007F2F01">
                            <w:pPr>
                              <w:rPr>
                                <w:lang w:val="pt-PT"/>
                              </w:rPr>
                            </w:pPr>
                          </w:p>
                          <w:p w14:paraId="3F252D09" w14:textId="77777777" w:rsidR="007F2F01" w:rsidRDefault="00C70235">
                            <w:pPr>
                              <w:pStyle w:val="BodyA"/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0096FF"/>
                                <w:sz w:val="18"/>
                                <w:szCs w:val="18"/>
                                <w:u w:color="008000"/>
                                <w:lang w:val="en-US"/>
                              </w:rPr>
                              <w:t>A resilient Pacific environment sustaining our livelihoods and natural heritage in harmony with our cultures.</w:t>
                            </w:r>
                          </w:p>
                          <w:p w14:paraId="103D8A3D" w14:textId="77777777" w:rsidR="007F2F01" w:rsidRDefault="007F2F01"/>
                          <w:p w14:paraId="23ED0314" w14:textId="77777777" w:rsidR="007F2F01" w:rsidRDefault="007F2F01"/>
                          <w:p w14:paraId="569BE397" w14:textId="77777777" w:rsidR="007F2F01" w:rsidRDefault="007F2F01"/>
                          <w:p w14:paraId="35770314" w14:textId="77777777" w:rsidR="007F2F01" w:rsidRDefault="00C70235">
                            <w:pPr>
                              <w:pStyle w:val="BodyA"/>
                              <w:spacing w:line="312" w:lineRule="auto"/>
                              <w:jc w:val="center"/>
                              <w:rPr>
                                <w:lang w:val="pl-PL"/>
                              </w:rPr>
                            </w:pPr>
                            <w:r>
                              <w:rPr>
                                <w:rStyle w:val="None"/>
                                <w:color w:val="000090"/>
                                <w:u w:color="000090"/>
                                <w:lang w:val="pl-PL"/>
                              </w:rPr>
                              <w:t xml:space="preserve">  </w:t>
                            </w:r>
                            <w:hyperlink r:id="rId3" w:history="1">
                              <w:r w:rsidR="007F2F01">
                                <w:rPr>
                                  <w:rStyle w:val="Hyperlink0"/>
                                  <w:lang w:val="pl-PL"/>
                                </w:rPr>
                                <w:t>www.sprep.org</w:t>
                              </w:r>
                            </w:hyperlink>
                          </w:p>
                        </w:txbxContent>
                      </wps:txbx>
                      <wps:bodyPr wrap="square" lIns="91436" tIns="91436" rIns="91436" bIns="91436" numCol="1" anchor="t">
                        <a:noAutofit/>
                      </wps:bodyPr>
                    </wps:wsp>
                    <wps:wsp>
                      <wps:cNvPr id="1918747547" name="officeArt object" descr="officeArt object"/>
                      <wps:cNvSpPr txBox="1"/>
                      <wps:spPr>
                        <a:xfrm>
                          <a:off x="182880" y="335280"/>
                          <a:ext cx="7194550" cy="228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E46B244" w14:textId="77777777" w:rsidR="007F2F01" w:rsidRDefault="00C70235">
                            <w:pPr>
                              <w:pStyle w:val="BodyA"/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0096FF"/>
                                <w:sz w:val="18"/>
                                <w:szCs w:val="18"/>
                                <w:u w:color="008000"/>
                                <w:lang w:val="en-US"/>
                              </w:rPr>
                              <w:t>A resilient Pacific environment sustaining our livelihoods and natural heritage in harmony with our cultures.</w:t>
                            </w:r>
                          </w:p>
                          <w:p w14:paraId="5931B31E" w14:textId="77777777" w:rsidR="007F2F01" w:rsidRDefault="007F2F01"/>
                          <w:p w14:paraId="62B16CA0" w14:textId="77777777" w:rsidR="007F2F01" w:rsidRDefault="00C70235">
                            <w:pPr>
                              <w:pStyle w:val="BodyA"/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0096FF"/>
                                <w:sz w:val="18"/>
                                <w:szCs w:val="18"/>
                                <w:u w:color="008000"/>
                                <w:lang w:val="en-US"/>
                              </w:rPr>
                              <w:t>A resilient Pacific environment sustaining our livelihoods and natural heritage in harmony with our cultures.</w:t>
                            </w:r>
                          </w:p>
                        </w:txbxContent>
                      </wps:txbx>
                      <wps:bodyPr wrap="square" lIns="18000" tIns="18000" rIns="18000" bIns="18000" numCol="1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22714442" name="Picture 4" descr="A brown and white background with white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36" b="93284"/>
                        <a:stretch>
                          <a:fillRect/>
                        </a:stretch>
                      </pic:blipFill>
                      <pic:spPr>
                        <a:xfrm>
                          <a:off x="0" y="655320"/>
                          <a:ext cx="75507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A6CDD5" id="Group 19" o:spid="_x0000_s1026" style="position:absolute;margin-left:543.35pt;margin-top:-28.8pt;width:594.55pt;height:71.6pt;z-index:251660288;mso-position-horizontal:right;mso-position-horizontal-relative:page" coordsize="75507,9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7" type="#_x0000_t202" alt="officeArt object" style="position:absolute;left:2590;width:7054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" filled="f" stroked="f" strokeweight="1pt">
                <v:stroke miterlimit="4"/>
                <v:textbox inset="2.53989mm,2.53989mm,2.53989mm,2.53989mm">
                  <w:txbxContent>
                    <w:p w14:paraId="2079556C" w14:textId="77777777" w:rsidR="007F2F01" w:rsidRDefault="00C70235">
                      <w:pPr>
                        <w:pStyle w:val="BodyA"/>
                        <w:spacing w:line="312" w:lineRule="auto"/>
                        <w:jc w:val="center"/>
                        <w:rPr>
                          <w:lang w:val="pl-PL"/>
                        </w:rPr>
                      </w:pPr>
                      <w:r>
                        <w:rPr>
                          <w:rFonts w:ascii="Arial" w:hAnsi="Arial"/>
                          <w:color w:val="000090"/>
                          <w:sz w:val="18"/>
                          <w:szCs w:val="18"/>
                          <w:u w:color="000090"/>
                          <w:lang w:val="de-DE"/>
                        </w:rPr>
                        <w:t xml:space="preserve">PO Box 240, Apia, Samoa    T +685 21929    F +685 20231    </w:t>
                      </w:r>
                      <w:hyperlink r:id="rId5" w:history="1">
                        <w:r w:rsidR="007F2F01">
                          <w:rPr>
                            <w:rStyle w:val="Hyperlink0"/>
                            <w:lang w:val="pl-PL"/>
                          </w:rPr>
                          <w:t>sprep@sprep.org</w:t>
                        </w:r>
                      </w:hyperlink>
                      <w:r>
                        <w:rPr>
                          <w:rStyle w:val="None"/>
                          <w:color w:val="000090"/>
                          <w:u w:color="000090"/>
                          <w:lang w:val="pl-PL"/>
                        </w:rPr>
                        <w:t xml:space="preserve">   </w:t>
                      </w:r>
                      <w:hyperlink r:id="rId6" w:history="1">
                        <w:r w:rsidR="007F2F01">
                          <w:rPr>
                            <w:rStyle w:val="Hyperlink0"/>
                            <w:lang w:val="pl-PL"/>
                          </w:rPr>
                          <w:t>www.sprep.org</w:t>
                        </w:r>
                      </w:hyperlink>
                    </w:p>
                    <w:p w14:paraId="69CED744" w14:textId="77777777" w:rsidR="007F2F01" w:rsidRDefault="007F2F01">
                      <w:pPr>
                        <w:rPr>
                          <w:lang w:val="pt-PT"/>
                        </w:rPr>
                      </w:pPr>
                    </w:p>
                    <w:p w14:paraId="3F252D09" w14:textId="77777777" w:rsidR="007F2F01" w:rsidRDefault="00C70235">
                      <w:pPr>
                        <w:pStyle w:val="BodyA"/>
                        <w:spacing w:line="200" w:lineRule="exact"/>
                        <w:jc w:val="center"/>
                      </w:pPr>
                      <w:r>
                        <w:rPr>
                          <w:rFonts w:ascii="Arial" w:hAnsi="Arial"/>
                          <w:color w:val="0096FF"/>
                          <w:sz w:val="18"/>
                          <w:szCs w:val="18"/>
                          <w:u w:color="008000"/>
                          <w:lang w:val="en-US"/>
                        </w:rPr>
                        <w:t>A resilient Pacific environment sustaining our livelihoods and natural heritage in harmony with our cultures.</w:t>
                      </w:r>
                    </w:p>
                    <w:p w14:paraId="103D8A3D" w14:textId="77777777" w:rsidR="007F2F01" w:rsidRDefault="007F2F01"/>
                    <w:p w14:paraId="23ED0314" w14:textId="77777777" w:rsidR="007F2F01" w:rsidRDefault="007F2F01"/>
                    <w:p w14:paraId="569BE397" w14:textId="77777777" w:rsidR="007F2F01" w:rsidRDefault="007F2F01"/>
                    <w:p w14:paraId="35770314" w14:textId="77777777" w:rsidR="007F2F01" w:rsidRDefault="00C70235">
                      <w:pPr>
                        <w:pStyle w:val="BodyA"/>
                        <w:spacing w:line="312" w:lineRule="auto"/>
                        <w:jc w:val="center"/>
                        <w:rPr>
                          <w:lang w:val="pl-PL"/>
                        </w:rPr>
                      </w:pPr>
                      <w:r>
                        <w:rPr>
                          <w:rStyle w:val="None"/>
                          <w:color w:val="000090"/>
                          <w:u w:color="000090"/>
                          <w:lang w:val="pl-PL"/>
                        </w:rPr>
                        <w:t xml:space="preserve">  </w:t>
                      </w:r>
                      <w:hyperlink r:id="rId7" w:history="1">
                        <w:r w:rsidR="007F2F01">
                          <w:rPr>
                            <w:rStyle w:val="Hyperlink0"/>
                            <w:lang w:val="pl-PL"/>
                          </w:rPr>
                          <w:t>www.sprep.org</w:t>
                        </w:r>
                      </w:hyperlink>
                    </w:p>
                  </w:txbxContent>
                </v:textbox>
              </v:shape>
              <v:shape id="officeArt object" o:spid="_x0000_s1028" type="#_x0000_t202" alt="officeArt object" style="position:absolute;left:1828;top:3352;width:7194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" filled="f" stroked="f" strokeweight="1pt">
                <v:stroke miterlimit="4"/>
                <v:textbox inset=".5mm,.5mm,.5mm,.5mm">
                  <w:txbxContent>
                    <w:p w14:paraId="5E46B244" w14:textId="77777777" w:rsidR="007F2F01" w:rsidRDefault="00C70235">
                      <w:pPr>
                        <w:pStyle w:val="BodyA"/>
                        <w:spacing w:line="200" w:lineRule="exact"/>
                        <w:jc w:val="center"/>
                      </w:pPr>
                      <w:r>
                        <w:rPr>
                          <w:rFonts w:ascii="Arial" w:hAnsi="Arial"/>
                          <w:color w:val="0096FF"/>
                          <w:sz w:val="18"/>
                          <w:szCs w:val="18"/>
                          <w:u w:color="008000"/>
                          <w:lang w:val="en-US"/>
                        </w:rPr>
                        <w:t>A resilient Pacific environment sustaining our livelihoods and natural heritage in harmony with our cultures.</w:t>
                      </w:r>
                    </w:p>
                    <w:p w14:paraId="5931B31E" w14:textId="77777777" w:rsidR="007F2F01" w:rsidRDefault="007F2F01"/>
                    <w:p w14:paraId="62B16CA0" w14:textId="77777777" w:rsidR="007F2F01" w:rsidRDefault="00C70235">
                      <w:pPr>
                        <w:pStyle w:val="BodyA"/>
                        <w:spacing w:line="200" w:lineRule="exact"/>
                        <w:jc w:val="center"/>
                      </w:pPr>
                      <w:r>
                        <w:rPr>
                          <w:rFonts w:ascii="Arial" w:hAnsi="Arial"/>
                          <w:color w:val="0096FF"/>
                          <w:sz w:val="18"/>
                          <w:szCs w:val="18"/>
                          <w:u w:color="008000"/>
                          <w:lang w:val="en-US"/>
                        </w:rPr>
                        <w:t>A resilient Pacific environment sustaining our livelihoods and natural heritage in harmony with our cultures.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alt="A brown and white background with white text&#10;&#10;Description automatically generated" style="position:absolute;top:6553;width:75507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">
                <v:imagedata r:id="rId8" o:title="A brown and white background with white text&#10;&#10;Description automatically generated" croptop="482f" cropbottom="61135f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BCA02" w14:textId="77777777" w:rsidR="00496079" w:rsidRDefault="00496079">
      <w:r>
        <w:separator/>
      </w:r>
    </w:p>
  </w:footnote>
  <w:footnote w:type="continuationSeparator" w:id="0">
    <w:p w14:paraId="1B6A7C2B" w14:textId="77777777" w:rsidR="00496079" w:rsidRDefault="00496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A822B" w14:textId="77777777" w:rsidR="007F2F01" w:rsidRDefault="00C70235">
    <w:pPr>
      <w:pStyle w:val="Header"/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167402" wp14:editId="4B6D5D72">
              <wp:simplePos x="0" y="0"/>
              <wp:positionH relativeFrom="page">
                <wp:posOffset>9525</wp:posOffset>
              </wp:positionH>
              <wp:positionV relativeFrom="paragraph">
                <wp:posOffset>-760095</wp:posOffset>
              </wp:positionV>
              <wp:extent cx="7550785" cy="1828800"/>
              <wp:effectExtent l="0" t="0" r="0" b="0"/>
              <wp:wrapNone/>
              <wp:docPr id="219965566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0785" cy="1828800"/>
                        <a:chOff x="0" y="0"/>
                        <a:chExt cx="7550785" cy="1828800"/>
                      </a:xfrm>
                    </wpg:grpSpPr>
                    <pic:pic xmlns:pic="http://schemas.openxmlformats.org/drawingml/2006/picture">
                      <pic:nvPicPr>
                        <pic:cNvPr id="1267972892" name="Picture 4" descr="A brown and white background with white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0205" b="1674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39539479" name="Picture 3" descr="A logo with blue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320040" y="718185"/>
                          <a:ext cx="2453640" cy="1013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Group 18" o:spid="_x0000_s1026" o:spt="203" style="position:absolute;left:0pt;margin-left:0.75pt;margin-top:-59.85pt;height:144pt;width:594.55pt;mso-position-horizontal-relative:page;z-index:251659264;mso-width-relative:page;mso-height-relative:page;" coordsize="7550785,1828800" o:gfxdata="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">
              <o:lock v:ext="edit" aspectratio="f"/>
              <v:shape id="Picture 4" o:spid="_x0000_s1026" o:spt="75" alt="A brown and white background with white text&#10;&#10;Description automatically generated" type="#_x0000_t75" style="position:absolute;left:0;top:0;height:1828800;width:7550785;" filled="f" o:preferrelative="t" stroked="f" coordsize="21600,21600" o:gfxdata="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irNt&#10;wAAAAOMAAAAPAAAAAAAAAAEAIAAAACIAAABkcnMvZG93bnJldi54bWxQSwECFAAUAAAACACHTuJA&#10;My8FnjsAAAA5AAAAEAAAAAAAAAABACAAAAAPAQAAZHJzL3NoYXBleG1sLnhtbFBLBQYAAAAABgAG&#10;AFsBAAC5AwAAAAA=&#10;">
                <v:fill on="f" focussize="0,0"/>
                <v:stroke on="f"/>
                <v:imagedata r:id="rId3" croptop="26349f" cropbottom="10972f" o:title=""/>
                <o:lock v:ext="edit" aspectratio="t"/>
              </v:shape>
              <v:shape id="Picture 3" o:spid="_x0000_s1026" o:spt="75" alt="A logo with blue text&#10;&#10;Description automatically generated" type="#_x0000_t75" style="position:absolute;left:320040;top:718185;height:1013460;width:2453640;" filled="f" o:preferrelative="t" stroked="f" coordsize="21600,21600" o:gfxdata="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LUTrMQAAADjAAAADwAAAAAAAAABACAAAAAiAAAAZHJzL2Rvd25yZXYueG1sUEsBAhQAFAAAAAgA&#10;h07iQDMvBZ47AAAAOQAAABAAAAAAAAAAAQAgAAAAEwEAAGRycy9zaGFwZXhtbC54bWxQSwUGAAAA&#10;AAYABgBbAQAAvQMAAAAA&#10;">
                <v:fill on="f" focussize="0,0"/>
                <v:stroke on="f"/>
                <v:imagedata r:id="rId4" o:title=""/>
                <o:lock v:ext="edit" aspectratio="t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E1NzQzNTE1NTK1MDJW0lEKTi0uzszPAykwrAUA53wgqiwAAAA="/>
  </w:docVars>
  <w:rsids>
    <w:rsidRoot w:val="005C50A8"/>
    <w:rsid w:val="00011F49"/>
    <w:rsid w:val="000360C4"/>
    <w:rsid w:val="00097C28"/>
    <w:rsid w:val="000E38A2"/>
    <w:rsid w:val="000F293C"/>
    <w:rsid w:val="00172AC7"/>
    <w:rsid w:val="00191DAA"/>
    <w:rsid w:val="001D4659"/>
    <w:rsid w:val="001F36FB"/>
    <w:rsid w:val="0021098B"/>
    <w:rsid w:val="00212487"/>
    <w:rsid w:val="00256385"/>
    <w:rsid w:val="00292341"/>
    <w:rsid w:val="00340A7B"/>
    <w:rsid w:val="003434E2"/>
    <w:rsid w:val="003931EE"/>
    <w:rsid w:val="003B06FA"/>
    <w:rsid w:val="0047201A"/>
    <w:rsid w:val="00496079"/>
    <w:rsid w:val="004D3711"/>
    <w:rsid w:val="0050720E"/>
    <w:rsid w:val="00534C3F"/>
    <w:rsid w:val="00580DC6"/>
    <w:rsid w:val="00583C60"/>
    <w:rsid w:val="005C50A8"/>
    <w:rsid w:val="005C6E7A"/>
    <w:rsid w:val="006026CE"/>
    <w:rsid w:val="006038E6"/>
    <w:rsid w:val="00620183"/>
    <w:rsid w:val="00666B4F"/>
    <w:rsid w:val="00690502"/>
    <w:rsid w:val="006A0CA0"/>
    <w:rsid w:val="006D4D0E"/>
    <w:rsid w:val="006E0BAD"/>
    <w:rsid w:val="007209D1"/>
    <w:rsid w:val="007249F9"/>
    <w:rsid w:val="0073319D"/>
    <w:rsid w:val="00744ABC"/>
    <w:rsid w:val="00746580"/>
    <w:rsid w:val="00787DF7"/>
    <w:rsid w:val="00795393"/>
    <w:rsid w:val="007F2F01"/>
    <w:rsid w:val="0080490A"/>
    <w:rsid w:val="00805972"/>
    <w:rsid w:val="00893187"/>
    <w:rsid w:val="008B725F"/>
    <w:rsid w:val="008C1499"/>
    <w:rsid w:val="00915656"/>
    <w:rsid w:val="009228D0"/>
    <w:rsid w:val="009E5BDE"/>
    <w:rsid w:val="00A2599D"/>
    <w:rsid w:val="00B2420A"/>
    <w:rsid w:val="00B85C45"/>
    <w:rsid w:val="00B90C67"/>
    <w:rsid w:val="00BC673D"/>
    <w:rsid w:val="00C13754"/>
    <w:rsid w:val="00C25B1F"/>
    <w:rsid w:val="00C27CC9"/>
    <w:rsid w:val="00C41732"/>
    <w:rsid w:val="00C70235"/>
    <w:rsid w:val="00C934C5"/>
    <w:rsid w:val="00CA02BF"/>
    <w:rsid w:val="00CE68B2"/>
    <w:rsid w:val="00D816AB"/>
    <w:rsid w:val="00D914C7"/>
    <w:rsid w:val="00DA3A4D"/>
    <w:rsid w:val="00DB4D6E"/>
    <w:rsid w:val="00EB268E"/>
    <w:rsid w:val="00EB3118"/>
    <w:rsid w:val="00EB5ECE"/>
    <w:rsid w:val="00F81DE7"/>
    <w:rsid w:val="00F9773E"/>
    <w:rsid w:val="00FD19A4"/>
    <w:rsid w:val="2C8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110C44"/>
  <w15:docId w15:val="{22BA396A-F6CD-4018-837F-189E7D24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pPr>
      <w:tabs>
        <w:tab w:val="center" w:pos="4320"/>
        <w:tab w:val="right" w:pos="8640"/>
      </w:tabs>
      <w:spacing w:after="240"/>
      <w:jc w:val="both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character" w:styleId="Hyperlink">
    <w:name w:val="Hyperlink"/>
    <w:uiPriority w:val="99"/>
    <w:rPr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  <w:lang w:val="en-AU" w:eastAsia="en-AU"/>
    </w:r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rPr>
      <w:rFonts w:ascii="Trebuchet MS" w:hAnsi="Trebuchet MS" w:cs="Arial Unicode MS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color w:val="000090"/>
      <w:sz w:val="18"/>
      <w:szCs w:val="18"/>
      <w:u w:color="000090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 w:eastAsia="en-US"/>
    </w:rPr>
  </w:style>
  <w:style w:type="table" w:customStyle="1" w:styleId="TableGrid1">
    <w:name w:val="Table Grid1"/>
    <w:basedOn w:val="TableNormal"/>
    <w:uiPriority w:val="59"/>
    <w:rPr>
      <w:rFonts w:asciiTheme="minorHAnsi" w:eastAsia="SimSun" w:hAnsiTheme="minorHAnsi" w:cstheme="minorBidi"/>
      <w:sz w:val="22"/>
      <w:szCs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Revision1">
    <w:name w:val="Revision1"/>
    <w:hidden/>
    <w:uiPriority w:val="99"/>
    <w:semiHidden/>
    <w:rPr>
      <w:sz w:val="24"/>
      <w:szCs w:val="24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lang w:val="en-US" w:eastAsia="en-US"/>
    </w:rPr>
  </w:style>
  <w:style w:type="paragraph" w:styleId="Revision">
    <w:name w:val="Revision"/>
    <w:hidden/>
    <w:uiPriority w:val="99"/>
    <w:unhideWhenUsed/>
    <w:rsid w:val="00805972"/>
    <w:rPr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C67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gir@sprep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faelt@sprep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hyperlink" Target="http://www.sprep.org" TargetMode="External"/><Relationship Id="rId7" Type="http://schemas.openxmlformats.org/officeDocument/2006/relationships/hyperlink" Target="http://www.sprep.org" TargetMode="External"/><Relationship Id="rId2" Type="http://schemas.openxmlformats.org/officeDocument/2006/relationships/hyperlink" Target="http://www.sprep.org" TargetMode="External"/><Relationship Id="rId1" Type="http://schemas.openxmlformats.org/officeDocument/2006/relationships/hyperlink" Target="mailto:sprep@sprep.org" TargetMode="External"/><Relationship Id="rId6" Type="http://schemas.openxmlformats.org/officeDocument/2006/relationships/hyperlink" Target="http://www.sprep.org" TargetMode="External"/><Relationship Id="rId5" Type="http://schemas.openxmlformats.org/officeDocument/2006/relationships/hyperlink" Target="mailto:sprep@sprep.org" TargetMode="External"/><Relationship Id="rId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inijanceyf\Desktop\2024\SPREP%20Update%20Templates\SPREP%20PROE_Inter%20Office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0A01F1890E444BBABF49F61FA0D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692C1-BDD5-45FC-8CC7-9BE6476B7117}"/>
      </w:docPartPr>
      <w:docPartBody>
        <w:p w:rsidR="0031049A" w:rsidRDefault="007F1B0C">
          <w:pPr>
            <w:pStyle w:val="120A01F1890E444BBABF49F61FA0DC7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7A2849DF3C406DB4F9817668B59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90267-F474-48AD-A323-8E4B504777D0}"/>
      </w:docPartPr>
      <w:docPartBody>
        <w:p w:rsidR="0031049A" w:rsidRDefault="007F1B0C">
          <w:pPr>
            <w:pStyle w:val="907A2849DF3C406DB4F9817668B59A3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657CFF74F54F7E9F7BA0871D705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13E8F-2E79-4041-9437-36B9F9B759EA}"/>
      </w:docPartPr>
      <w:docPartBody>
        <w:p w:rsidR="0031049A" w:rsidRDefault="007F1B0C">
          <w:pPr>
            <w:pStyle w:val="9A657CFF74F54F7E9F7BA0871D7051A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BB7305E99848D18DF29B4798E74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33655-31F2-4338-AE7B-9D4D5CE1FE3F}"/>
      </w:docPartPr>
      <w:docPartBody>
        <w:p w:rsidR="0031049A" w:rsidRDefault="007F1B0C">
          <w:pPr>
            <w:pStyle w:val="84BB7305E99848D18DF29B4798E749C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6C63FBCDF34EFABF921A5B3CC88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9D97C-4901-4F6C-B50D-FD0F53AECFB8}"/>
      </w:docPartPr>
      <w:docPartBody>
        <w:p w:rsidR="0031049A" w:rsidRDefault="007F1B0C">
          <w:pPr>
            <w:pStyle w:val="F76C63FBCDF34EFABF921A5B3CC886D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2213B4C41E4398AFCECC038B239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19B6F-A8D7-4D78-8028-D96189F44CE0}"/>
      </w:docPartPr>
      <w:docPartBody>
        <w:p w:rsidR="0031049A" w:rsidRDefault="007F1B0C">
          <w:pPr>
            <w:pStyle w:val="442213B4C41E4398AFCECC038B2391F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538EC2CAD04098844C5103DF8AA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B0368-A6E9-4CB0-83E5-D82E642282D3}"/>
      </w:docPartPr>
      <w:docPartBody>
        <w:p w:rsidR="0031049A" w:rsidRDefault="007F1B0C">
          <w:pPr>
            <w:pStyle w:val="1D538EC2CAD04098844C5103DF8AA77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1213975E454279B1B58B92E94FE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F8A45-59EC-424C-B00E-667D53620998}"/>
      </w:docPartPr>
      <w:docPartBody>
        <w:p w:rsidR="0031049A" w:rsidRDefault="007F1B0C">
          <w:pPr>
            <w:pStyle w:val="B31213975E454279B1B58B92E94FE51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B5C118240F4BFDB06D8FC6A1946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D3846-C2DC-4917-8DA5-6DD84F37CD7A}"/>
      </w:docPartPr>
      <w:docPartBody>
        <w:p w:rsidR="0031049A" w:rsidRDefault="007F1B0C">
          <w:pPr>
            <w:pStyle w:val="31B5C118240F4BFDB06D8FC6A1946EB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34961A187242CEBE3011F5D3CF2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DA401-E845-49C3-AB61-CFA912F2111F}"/>
      </w:docPartPr>
      <w:docPartBody>
        <w:p w:rsidR="0031049A" w:rsidRDefault="007F1B0C">
          <w:pPr>
            <w:pStyle w:val="AD34961A187242CEBE3011F5D3CF23C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2AD4E5C6AF4AFBAEAF515127AB1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2B410-8406-4936-B2B1-E5DD3B073FBF}"/>
      </w:docPartPr>
      <w:docPartBody>
        <w:p w:rsidR="0031049A" w:rsidRDefault="007F1B0C">
          <w:pPr>
            <w:pStyle w:val="662AD4E5C6AF4AFBAEAF515127AB1FE9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08C93A504CD642B7A72B9AEE7E152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6F15C-FEC7-4004-9F79-3CE255C6376A}"/>
      </w:docPartPr>
      <w:docPartBody>
        <w:p w:rsidR="0031049A" w:rsidRDefault="007F1B0C">
          <w:pPr>
            <w:pStyle w:val="08C93A504CD642B7A72B9AEE7E152B2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9A76C910DD4E9FA95126A218E7B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11F40-3A27-4603-B70F-DA5822FCBF4B}"/>
      </w:docPartPr>
      <w:docPartBody>
        <w:p w:rsidR="0031049A" w:rsidRDefault="007F1B0C">
          <w:pPr>
            <w:pStyle w:val="8E9A76C910DD4E9FA95126A218E7BD04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542E" w:rsidRDefault="0049542E">
      <w:pPr>
        <w:spacing w:line="240" w:lineRule="auto"/>
      </w:pPr>
      <w:r>
        <w:separator/>
      </w:r>
    </w:p>
  </w:endnote>
  <w:endnote w:type="continuationSeparator" w:id="0">
    <w:p w:rsidR="0049542E" w:rsidRDefault="0049542E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542E" w:rsidRDefault="0049542E">
      <w:pPr>
        <w:spacing w:after="0"/>
      </w:pPr>
      <w:r>
        <w:separator/>
      </w:r>
    </w:p>
  </w:footnote>
  <w:footnote w:type="continuationSeparator" w:id="0">
    <w:p w:rsidR="0049542E" w:rsidRDefault="0049542E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133"/>
    <w:rsid w:val="001131AF"/>
    <w:rsid w:val="0031049A"/>
    <w:rsid w:val="003931EE"/>
    <w:rsid w:val="003F1133"/>
    <w:rsid w:val="0049542E"/>
    <w:rsid w:val="00580DC6"/>
    <w:rsid w:val="00620183"/>
    <w:rsid w:val="006B4F8B"/>
    <w:rsid w:val="007249F9"/>
    <w:rsid w:val="007F1B0C"/>
    <w:rsid w:val="0080490A"/>
    <w:rsid w:val="008245B4"/>
    <w:rsid w:val="008D29D9"/>
    <w:rsid w:val="0093763C"/>
    <w:rsid w:val="00A13B12"/>
    <w:rsid w:val="00B90C67"/>
    <w:rsid w:val="00CA02BF"/>
    <w:rsid w:val="00D73881"/>
    <w:rsid w:val="00D75DC6"/>
    <w:rsid w:val="00DA5A2D"/>
    <w:rsid w:val="00FD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20A01F1890E444BBABF49F61FA0DC74">
    <w:name w:val="120A01F1890E444BBABF49F61FA0DC74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7A2849DF3C406DB4F9817668B59A31">
    <w:name w:val="907A2849DF3C406DB4F9817668B59A3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657CFF74F54F7E9F7BA0871D7051A9">
    <w:name w:val="9A657CFF74F54F7E9F7BA0871D7051A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BB7305E99848D18DF29B4798E749CF">
    <w:name w:val="84BB7305E99848D18DF29B4798E749C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6C63FBCDF34EFABF921A5B3CC886D6">
    <w:name w:val="F76C63FBCDF34EFABF921A5B3CC886D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2213B4C41E4398AFCECC038B2391F6">
    <w:name w:val="442213B4C41E4398AFCECC038B2391F6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538EC2CAD04098844C5103DF8AA77D">
    <w:name w:val="1D538EC2CAD04098844C5103DF8AA77D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1213975E454279B1B58B92E94FE515">
    <w:name w:val="B31213975E454279B1B58B92E94FE5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B5C118240F4BFDB06D8FC6A1946EBA">
    <w:name w:val="31B5C118240F4BFDB06D8FC6A1946EBA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34961A187242CEBE3011F5D3CF23C4">
    <w:name w:val="AD34961A187242CEBE3011F5D3CF23C4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2AD4E5C6AF4AFBAEAF515127AB1FE9">
    <w:name w:val="662AD4E5C6AF4AFBAEAF515127AB1FE9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C93A504CD642B7A72B9AEE7E152B27">
    <w:name w:val="08C93A504CD642B7A72B9AEE7E152B27"/>
    <w:qFormat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9A76C910DD4E9FA95126A218E7BD04">
    <w:name w:val="8E9A76C910DD4E9FA95126A218E7BD04"/>
    <w:qFormat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896EF-FECD-4581-A6EB-AE447E15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SPREP PROE_Inter Office Memo</Template>
  <TotalTime>2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Foinijancey Fesolai</dc:creator>
  <cp:lastModifiedBy>Lagi Reupena</cp:lastModifiedBy>
  <cp:revision>3</cp:revision>
  <cp:lastPrinted>2024-02-26T03:11:00Z</cp:lastPrinted>
  <dcterms:created xsi:type="dcterms:W3CDTF">2025-04-08T03:39:00Z</dcterms:created>
  <dcterms:modified xsi:type="dcterms:W3CDTF">2025-04-08T21:27:00Z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0b8af603f6147a2a60920db12ba12f34d62e121c97c24bc4bbc9de0dbe55fa8a</vt:lpwstr>
  </property>
  <property fmtid="{D5CDD505-2E9C-101B-9397-08002B2CF9AE}" pid="3" name="KSOProductBuildVer">
    <vt:lpwstr>1033-12.2.0.19805</vt:lpwstr>
  </property>
  <property fmtid="{D5CDD505-2E9C-101B-9397-08002B2CF9AE}" pid="4" name="ICV">
    <vt:lpwstr>F5A609D8451246F18A8118FC4DBDBADF_13</vt:lpwstr>
  </property>
</Properties>
</file>