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ED2C1" w14:textId="0E103ECC" w:rsidR="005774AE" w:rsidRPr="005774AE" w:rsidRDefault="005774AE" w:rsidP="005774AE">
      <w:pPr>
        <w:pStyle w:val="BodyA"/>
        <w:jc w:val="center"/>
        <w:rPr>
          <w:rFonts w:ascii="Arial" w:hAnsi="Arial"/>
          <w:b/>
          <w:bCs/>
        </w:rPr>
      </w:pPr>
      <w:r w:rsidRPr="005774AE">
        <w:rPr>
          <w:rFonts w:ascii="Arial" w:hAnsi="Arial"/>
          <w:b/>
          <w:bCs/>
        </w:rPr>
        <w:t>Regional Workshop on the Application of Environmental Impact Assessment (EIA) Principles in Transboundary Movements of Waste under Multilateral Environmental Agreements (MEAs)</w:t>
      </w:r>
      <w:r w:rsidR="00A445FE">
        <w:rPr>
          <w:rFonts w:ascii="Arial" w:hAnsi="Arial"/>
          <w:b/>
          <w:bCs/>
        </w:rPr>
        <w:t xml:space="preserve">, </w:t>
      </w:r>
      <w:r w:rsidRPr="005774AE">
        <w:rPr>
          <w:rFonts w:ascii="Arial" w:hAnsi="Arial"/>
          <w:b/>
          <w:bCs/>
        </w:rPr>
        <w:t>23-2</w:t>
      </w:r>
      <w:r w:rsidR="00D565C7">
        <w:rPr>
          <w:rFonts w:ascii="Arial" w:hAnsi="Arial"/>
          <w:b/>
          <w:bCs/>
        </w:rPr>
        <w:t>6</w:t>
      </w:r>
      <w:r w:rsidRPr="005774AE">
        <w:rPr>
          <w:rFonts w:ascii="Arial" w:hAnsi="Arial"/>
          <w:b/>
          <w:bCs/>
        </w:rPr>
        <w:t xml:space="preserve"> June 2025, Apia, Samoa</w:t>
      </w:r>
    </w:p>
    <w:p w14:paraId="7AACDD38" w14:textId="77777777" w:rsidR="00F857E5" w:rsidRDefault="00F857E5" w:rsidP="00F857E5">
      <w:pPr>
        <w:pStyle w:val="BodyA"/>
        <w:jc w:val="both"/>
        <w:rPr>
          <w:rFonts w:ascii="Arial" w:eastAsia="Arial" w:hAnsi="Arial" w:cs="Arial"/>
        </w:rPr>
      </w:pPr>
    </w:p>
    <w:p w14:paraId="54AFAC59" w14:textId="4A224718" w:rsidR="00F857E5" w:rsidRPr="00DE5E04" w:rsidRDefault="00F857E5" w:rsidP="00F857E5">
      <w:pPr>
        <w:pStyle w:val="BodyA"/>
        <w:tabs>
          <w:tab w:val="left" w:pos="3045"/>
        </w:tabs>
        <w:jc w:val="center"/>
        <w:rPr>
          <w:rFonts w:ascii="Arial" w:hAnsi="Arial"/>
          <w:b/>
          <w:bCs/>
          <w:sz w:val="24"/>
          <w:szCs w:val="24"/>
          <w:u w:val="single"/>
        </w:rPr>
      </w:pPr>
      <w:r w:rsidRPr="00DE5E04">
        <w:rPr>
          <w:rFonts w:ascii="Arial" w:hAnsi="Arial"/>
          <w:b/>
          <w:bCs/>
          <w:sz w:val="24"/>
          <w:szCs w:val="24"/>
          <w:u w:val="single"/>
        </w:rPr>
        <w:t>Nomination Form</w:t>
      </w:r>
    </w:p>
    <w:p w14:paraId="7273A7AC" w14:textId="77777777" w:rsidR="00F857E5" w:rsidRDefault="00F857E5" w:rsidP="00F857E5">
      <w:pPr>
        <w:pStyle w:val="BodyA"/>
        <w:tabs>
          <w:tab w:val="left" w:pos="3045"/>
        </w:tabs>
        <w:jc w:val="center"/>
        <w:rPr>
          <w:rFonts w:ascii="Arial" w:hAnsi="Arial"/>
          <w:i/>
          <w:iCs/>
          <w:lang w:val="en-US"/>
        </w:rPr>
      </w:pPr>
    </w:p>
    <w:p w14:paraId="59F46D6A" w14:textId="77777777" w:rsidR="00F857E5" w:rsidRDefault="00F857E5" w:rsidP="00F857E5">
      <w:pPr>
        <w:pStyle w:val="BodyA"/>
        <w:tabs>
          <w:tab w:val="left" w:pos="3045"/>
        </w:tabs>
        <w:jc w:val="center"/>
        <w:rPr>
          <w:rStyle w:val="None"/>
          <w:rFonts w:ascii="Arial" w:eastAsia="Arial" w:hAnsi="Arial" w:cs="Arial"/>
        </w:rPr>
      </w:pPr>
      <w:r w:rsidRPr="00FB33EF">
        <w:rPr>
          <w:rFonts w:ascii="Arial" w:hAnsi="Arial"/>
          <w:i/>
          <w:iCs/>
          <w:lang w:val="en-US"/>
        </w:rPr>
        <w:t>All information in this form is required for your registration to be processed in advance and for our logistics team to communicate with you to ensure your smooth travels.</w:t>
      </w:r>
    </w:p>
    <w:p w14:paraId="11166622" w14:textId="77777777" w:rsidR="00F857E5" w:rsidRPr="00457961" w:rsidRDefault="00F857E5" w:rsidP="00F857E5">
      <w:pPr>
        <w:rPr>
          <w:lang w:val="en-AU" w:eastAsia="en-AU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24"/>
        <w:gridCol w:w="4186"/>
      </w:tblGrid>
      <w:tr w:rsidR="005774AE" w:rsidRPr="00FA14C4" w14:paraId="056B9BC3" w14:textId="77777777" w:rsidTr="005774AE">
        <w:tc>
          <w:tcPr>
            <w:tcW w:w="5000" w:type="pct"/>
            <w:gridSpan w:val="2"/>
            <w:hideMark/>
          </w:tcPr>
          <w:p w14:paraId="2563EC43" w14:textId="6D0751AD" w:rsidR="005774AE" w:rsidRPr="00FA14C4" w:rsidRDefault="005774A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 General Information</w:t>
            </w:r>
          </w:p>
        </w:tc>
      </w:tr>
      <w:tr w:rsidR="00F857E5" w:rsidRPr="00FA14C4" w14:paraId="71BED088" w14:textId="77777777" w:rsidTr="005774AE">
        <w:tc>
          <w:tcPr>
            <w:tcW w:w="2677" w:type="pct"/>
            <w:hideMark/>
          </w:tcPr>
          <w:p w14:paraId="0C433E04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First/given name</w:t>
            </w:r>
          </w:p>
        </w:tc>
        <w:tc>
          <w:tcPr>
            <w:tcW w:w="2323" w:type="pct"/>
            <w:hideMark/>
          </w:tcPr>
          <w:p w14:paraId="0AAEDF72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2798C3A0" w14:textId="77777777" w:rsidTr="005774AE">
        <w:tc>
          <w:tcPr>
            <w:tcW w:w="2677" w:type="pct"/>
            <w:hideMark/>
          </w:tcPr>
          <w:p w14:paraId="4052F37B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Last/family name</w:t>
            </w:r>
          </w:p>
        </w:tc>
        <w:tc>
          <w:tcPr>
            <w:tcW w:w="2323" w:type="pct"/>
            <w:hideMark/>
          </w:tcPr>
          <w:p w14:paraId="49539C1C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3998BB17" w14:textId="77777777" w:rsidTr="005774AE">
        <w:tc>
          <w:tcPr>
            <w:tcW w:w="2677" w:type="pct"/>
            <w:hideMark/>
          </w:tcPr>
          <w:p w14:paraId="2A95A8B8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Prefix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r w:rsidRPr="009B6372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Enter your title Mr, Ms, Dr, A/Prof, Prof, etc</w:t>
            </w:r>
            <w:r w:rsidRPr="009B6372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2323" w:type="pct"/>
            <w:hideMark/>
          </w:tcPr>
          <w:p w14:paraId="4A765B48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225EC87B" w14:textId="77777777" w:rsidTr="005774AE">
        <w:tc>
          <w:tcPr>
            <w:tcW w:w="2677" w:type="pct"/>
            <w:hideMark/>
          </w:tcPr>
          <w:p w14:paraId="334E2458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Date of birth</w:t>
            </w:r>
          </w:p>
        </w:tc>
        <w:tc>
          <w:tcPr>
            <w:tcW w:w="2323" w:type="pct"/>
            <w:hideMark/>
          </w:tcPr>
          <w:p w14:paraId="57D50647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7C67C3D3" w14:textId="77777777" w:rsidTr="005774AE">
        <w:tc>
          <w:tcPr>
            <w:tcW w:w="2677" w:type="pct"/>
            <w:hideMark/>
          </w:tcPr>
          <w:p w14:paraId="293DE5BC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Permanent address</w:t>
            </w:r>
          </w:p>
        </w:tc>
        <w:tc>
          <w:tcPr>
            <w:tcW w:w="2323" w:type="pct"/>
            <w:hideMark/>
          </w:tcPr>
          <w:p w14:paraId="46A328F9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4FE46688" w14:textId="77777777" w:rsidTr="005774AE">
        <w:tc>
          <w:tcPr>
            <w:tcW w:w="2677" w:type="pct"/>
            <w:hideMark/>
          </w:tcPr>
          <w:p w14:paraId="33D08105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Telephone number (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mobile</w:t>
            </w: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2323" w:type="pct"/>
            <w:hideMark/>
          </w:tcPr>
          <w:p w14:paraId="60F270F6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4544D5CF" w14:textId="77777777" w:rsidTr="005774AE">
        <w:tc>
          <w:tcPr>
            <w:tcW w:w="2677" w:type="pct"/>
            <w:hideMark/>
          </w:tcPr>
          <w:p w14:paraId="083E4F18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Email address</w:t>
            </w:r>
          </w:p>
        </w:tc>
        <w:tc>
          <w:tcPr>
            <w:tcW w:w="2323" w:type="pct"/>
            <w:hideMark/>
          </w:tcPr>
          <w:p w14:paraId="596CFD78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5774AE" w:rsidRPr="00FA14C4" w14:paraId="13CA6B1C" w14:textId="77777777" w:rsidTr="005774AE">
        <w:tc>
          <w:tcPr>
            <w:tcW w:w="5000" w:type="pct"/>
            <w:gridSpan w:val="2"/>
            <w:hideMark/>
          </w:tcPr>
          <w:p w14:paraId="1F0812EA" w14:textId="18D72D93" w:rsidR="005774AE" w:rsidRPr="00FA14C4" w:rsidRDefault="005774A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 Country and Organization</w:t>
            </w:r>
          </w:p>
        </w:tc>
      </w:tr>
      <w:tr w:rsidR="00F857E5" w:rsidRPr="00FA14C4" w14:paraId="3285517B" w14:textId="77777777" w:rsidTr="005774AE">
        <w:tc>
          <w:tcPr>
            <w:tcW w:w="2677" w:type="pct"/>
            <w:hideMark/>
          </w:tcPr>
          <w:p w14:paraId="577BCB51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Country </w:t>
            </w:r>
          </w:p>
        </w:tc>
        <w:tc>
          <w:tcPr>
            <w:tcW w:w="2323" w:type="pct"/>
            <w:hideMark/>
          </w:tcPr>
          <w:p w14:paraId="4333BA77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39BC2D5C" w14:textId="77777777" w:rsidTr="005774AE">
        <w:tc>
          <w:tcPr>
            <w:tcW w:w="2677" w:type="pct"/>
          </w:tcPr>
          <w:p w14:paraId="3F93A4E4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172B1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Name of Organization/Department/Ministry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/Agency</w:t>
            </w:r>
          </w:p>
        </w:tc>
        <w:tc>
          <w:tcPr>
            <w:tcW w:w="2323" w:type="pct"/>
          </w:tcPr>
          <w:p w14:paraId="1E298410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50CF64D5" w14:textId="77777777" w:rsidTr="005774AE">
        <w:tc>
          <w:tcPr>
            <w:tcW w:w="2677" w:type="pct"/>
            <w:hideMark/>
          </w:tcPr>
          <w:p w14:paraId="0324EA35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Your Designation/Role</w:t>
            </w:r>
          </w:p>
        </w:tc>
        <w:tc>
          <w:tcPr>
            <w:tcW w:w="2323" w:type="pct"/>
            <w:hideMark/>
          </w:tcPr>
          <w:p w14:paraId="3A39A72E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103063D1" w14:textId="77777777" w:rsidTr="005774AE">
        <w:tc>
          <w:tcPr>
            <w:tcW w:w="2677" w:type="pct"/>
            <w:hideMark/>
          </w:tcPr>
          <w:p w14:paraId="3F5C170C" w14:textId="180C9E94" w:rsidR="00F857E5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Do you require 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 </w:t>
            </w: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Visa to enter </w:t>
            </w:r>
            <w:r w:rsidR="005774A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 travel to Samoa</w:t>
            </w: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?</w:t>
            </w:r>
          </w:p>
          <w:p w14:paraId="4AECEEC4" w14:textId="151E72EA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 w:rsidR="005774AE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Please note all</w:t>
            </w:r>
            <w:r w:rsidRPr="00FA14C4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visas </w:t>
            </w:r>
            <w:r w:rsidR="005774AE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are</w:t>
            </w:r>
            <w:r w:rsidRPr="00FA14C4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the responsibility of the nominee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2323" w:type="pct"/>
            <w:hideMark/>
          </w:tcPr>
          <w:p w14:paraId="7E90B303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5774AE" w:rsidRPr="00FA14C4" w14:paraId="6753A420" w14:textId="77777777" w:rsidTr="005774AE">
        <w:tc>
          <w:tcPr>
            <w:tcW w:w="5000" w:type="pct"/>
            <w:gridSpan w:val="2"/>
            <w:hideMark/>
          </w:tcPr>
          <w:p w14:paraId="50A1B96E" w14:textId="35BCD4D1" w:rsidR="005774AE" w:rsidRPr="00FA14C4" w:rsidRDefault="005774A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 Travel Information</w:t>
            </w:r>
          </w:p>
        </w:tc>
      </w:tr>
      <w:tr w:rsidR="005774AE" w:rsidRPr="00FA14C4" w14:paraId="6BE45843" w14:textId="2375F574" w:rsidTr="005774AE">
        <w:tc>
          <w:tcPr>
            <w:tcW w:w="2677" w:type="pct"/>
          </w:tcPr>
          <w:p w14:paraId="37EBCB55" w14:textId="076B571A" w:rsidR="005774AE" w:rsidRPr="005774AE" w:rsidRDefault="005774A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5774A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Passport Number</w:t>
            </w:r>
          </w:p>
        </w:tc>
        <w:tc>
          <w:tcPr>
            <w:tcW w:w="2323" w:type="pct"/>
          </w:tcPr>
          <w:p w14:paraId="7F562AEB" w14:textId="77777777" w:rsidR="005774AE" w:rsidRPr="00FA14C4" w:rsidRDefault="005774AE" w:rsidP="005774AE">
            <w:pP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5774AE" w:rsidRPr="00FA14C4" w14:paraId="4106AA47" w14:textId="0749DEE8" w:rsidTr="005774AE">
        <w:tc>
          <w:tcPr>
            <w:tcW w:w="2677" w:type="pct"/>
          </w:tcPr>
          <w:p w14:paraId="618EDED0" w14:textId="73E29E17" w:rsidR="005774AE" w:rsidRPr="005774AE" w:rsidRDefault="005774A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5774A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Passport Expiry Date</w:t>
            </w:r>
          </w:p>
        </w:tc>
        <w:tc>
          <w:tcPr>
            <w:tcW w:w="2323" w:type="pct"/>
          </w:tcPr>
          <w:p w14:paraId="37F91B6F" w14:textId="77777777" w:rsidR="005774AE" w:rsidRDefault="005774AE" w:rsidP="005774AE">
            <w:pP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5774AE" w:rsidRPr="00FA14C4" w14:paraId="5BD44B8C" w14:textId="60C980A1" w:rsidTr="005774AE">
        <w:tc>
          <w:tcPr>
            <w:tcW w:w="2677" w:type="pct"/>
          </w:tcPr>
          <w:p w14:paraId="0D038A10" w14:textId="2A3A3CAA" w:rsidR="005774AE" w:rsidRDefault="005774AE" w:rsidP="00BC1C6E">
            <w:pP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5774A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Country/City of Departure</w:t>
            </w: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5774AE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(What Country will you be departing from to attend this workshop)</w:t>
            </w:r>
          </w:p>
        </w:tc>
        <w:tc>
          <w:tcPr>
            <w:tcW w:w="2323" w:type="pct"/>
          </w:tcPr>
          <w:p w14:paraId="2D5896F4" w14:textId="77777777" w:rsidR="005774AE" w:rsidRDefault="005774AE" w:rsidP="00BC1C6E">
            <w:pP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50DD75C8" w14:textId="77777777" w:rsidTr="005774AE">
        <w:tc>
          <w:tcPr>
            <w:tcW w:w="2677" w:type="pct"/>
            <w:hideMark/>
          </w:tcPr>
          <w:p w14:paraId="0ECC4070" w14:textId="47AE97CD" w:rsidR="00F857E5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Passport </w:t>
            </w:r>
            <w:r w:rsidR="005774A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Biodata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r w:rsidRPr="00E81D59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Please attach a c</w:t>
            </w:r>
            <w:r w:rsidRPr="00FA14C4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opy of passport biodata page </w:t>
            </w:r>
            <w:r w:rsidRPr="00E81D59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to this form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  <w:p w14:paraId="4CD0AFE0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  <w:tc>
          <w:tcPr>
            <w:tcW w:w="2323" w:type="pct"/>
            <w:hideMark/>
          </w:tcPr>
          <w:p w14:paraId="7CF7FE23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5774AE" w:rsidRPr="00FA14C4" w14:paraId="60188D1F" w14:textId="77777777" w:rsidTr="005774AE">
        <w:tc>
          <w:tcPr>
            <w:tcW w:w="5000" w:type="pct"/>
            <w:gridSpan w:val="2"/>
            <w:hideMark/>
          </w:tcPr>
          <w:p w14:paraId="1DABBA58" w14:textId="3F88E942" w:rsidR="005774AE" w:rsidRPr="00FA14C4" w:rsidRDefault="005774A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</w:t>
            </w:r>
            <w:r w:rsidRPr="00FA14C4"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 Medical Information</w:t>
            </w:r>
          </w:p>
        </w:tc>
      </w:tr>
      <w:tr w:rsidR="00F857E5" w:rsidRPr="00FA14C4" w14:paraId="099196E8" w14:textId="77777777" w:rsidTr="005774AE">
        <w:tc>
          <w:tcPr>
            <w:tcW w:w="2677" w:type="pct"/>
            <w:hideMark/>
          </w:tcPr>
          <w:p w14:paraId="28EABF38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Pre-existing medical conditions</w:t>
            </w:r>
          </w:p>
        </w:tc>
        <w:tc>
          <w:tcPr>
            <w:tcW w:w="2323" w:type="pct"/>
            <w:hideMark/>
          </w:tcPr>
          <w:p w14:paraId="50B6A2D5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377A5130" w14:textId="77777777" w:rsidTr="005774AE">
        <w:tc>
          <w:tcPr>
            <w:tcW w:w="2677" w:type="pct"/>
            <w:hideMark/>
          </w:tcPr>
          <w:p w14:paraId="3156E75F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COVID-19 Vaccination Status</w:t>
            </w:r>
          </w:p>
        </w:tc>
        <w:tc>
          <w:tcPr>
            <w:tcW w:w="2323" w:type="pct"/>
            <w:hideMark/>
          </w:tcPr>
          <w:p w14:paraId="6DF6FDFA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54C82D76" w14:textId="77777777" w:rsidTr="005774AE">
        <w:tc>
          <w:tcPr>
            <w:tcW w:w="2677" w:type="pct"/>
          </w:tcPr>
          <w:p w14:paraId="6A897188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Dietary requirements or preferences (</w:t>
            </w:r>
            <w:r w:rsidRPr="00B33C49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Are you allergic to any medication or food?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2323" w:type="pct"/>
          </w:tcPr>
          <w:p w14:paraId="35D5591B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5774AE" w:rsidRPr="00FA14C4" w14:paraId="4642ED28" w14:textId="77777777" w:rsidTr="005774AE">
        <w:tc>
          <w:tcPr>
            <w:tcW w:w="5000" w:type="pct"/>
            <w:gridSpan w:val="2"/>
            <w:hideMark/>
          </w:tcPr>
          <w:p w14:paraId="69C85A73" w14:textId="16F1D198" w:rsidR="005774AE" w:rsidRPr="00FA14C4" w:rsidRDefault="005774A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</w:t>
            </w:r>
            <w:r w:rsidRPr="00FA14C4"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 Emergency Contact</w:t>
            </w:r>
          </w:p>
        </w:tc>
      </w:tr>
      <w:tr w:rsidR="00F857E5" w:rsidRPr="00FA14C4" w14:paraId="45018746" w14:textId="77777777" w:rsidTr="005774AE">
        <w:tc>
          <w:tcPr>
            <w:tcW w:w="2677" w:type="pct"/>
            <w:hideMark/>
          </w:tcPr>
          <w:p w14:paraId="1090E948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First/given name (Emergency contact)</w:t>
            </w:r>
          </w:p>
        </w:tc>
        <w:tc>
          <w:tcPr>
            <w:tcW w:w="2323" w:type="pct"/>
            <w:hideMark/>
          </w:tcPr>
          <w:p w14:paraId="22522927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473AF40F" w14:textId="77777777" w:rsidTr="005774AE">
        <w:tc>
          <w:tcPr>
            <w:tcW w:w="2677" w:type="pct"/>
            <w:hideMark/>
          </w:tcPr>
          <w:p w14:paraId="66AF548E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Last/family name (Emergency contact)</w:t>
            </w:r>
          </w:p>
        </w:tc>
        <w:tc>
          <w:tcPr>
            <w:tcW w:w="2323" w:type="pct"/>
            <w:hideMark/>
          </w:tcPr>
          <w:p w14:paraId="6F4BBA67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253D9ACA" w14:textId="77777777" w:rsidTr="005774AE">
        <w:tc>
          <w:tcPr>
            <w:tcW w:w="2677" w:type="pct"/>
            <w:hideMark/>
          </w:tcPr>
          <w:p w14:paraId="3BB1B9FE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A14C4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Telephone number (Emergency contact)</w:t>
            </w:r>
          </w:p>
        </w:tc>
        <w:tc>
          <w:tcPr>
            <w:tcW w:w="2323" w:type="pct"/>
            <w:hideMark/>
          </w:tcPr>
          <w:p w14:paraId="2C39173F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F857E5" w:rsidRPr="00FA14C4" w14:paraId="28A30AA1" w14:textId="77777777" w:rsidTr="005774AE">
        <w:tc>
          <w:tcPr>
            <w:tcW w:w="2677" w:type="pct"/>
          </w:tcPr>
          <w:p w14:paraId="4767F520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Email address</w:t>
            </w:r>
          </w:p>
        </w:tc>
        <w:tc>
          <w:tcPr>
            <w:tcW w:w="2323" w:type="pct"/>
          </w:tcPr>
          <w:p w14:paraId="7A3399DF" w14:textId="77777777" w:rsidR="00F857E5" w:rsidRPr="00FA14C4" w:rsidRDefault="00F857E5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5774AE" w:rsidRPr="00FA14C4" w14:paraId="1E1E71E5" w14:textId="77777777" w:rsidTr="005774AE">
        <w:tc>
          <w:tcPr>
            <w:tcW w:w="5000" w:type="pct"/>
            <w:gridSpan w:val="2"/>
          </w:tcPr>
          <w:p w14:paraId="33A6B946" w14:textId="1AE8D1B9" w:rsidR="005774AE" w:rsidRPr="005774AE" w:rsidRDefault="005774AE" w:rsidP="00BC1C6E">
            <w:pP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5774AE"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:lang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7. Endorsement by SPREP Focal Point / Nominating Authority</w:t>
            </w:r>
          </w:p>
        </w:tc>
      </w:tr>
      <w:tr w:rsidR="005774AE" w:rsidRPr="00FA14C4" w14:paraId="51635427" w14:textId="77777777" w:rsidTr="005774AE">
        <w:tc>
          <w:tcPr>
            <w:tcW w:w="2677" w:type="pct"/>
          </w:tcPr>
          <w:p w14:paraId="4288398C" w14:textId="02B6B40D" w:rsidR="005774AE" w:rsidRDefault="00A445F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445F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Name of endorsing official</w:t>
            </w:r>
          </w:p>
        </w:tc>
        <w:tc>
          <w:tcPr>
            <w:tcW w:w="2323" w:type="pct"/>
          </w:tcPr>
          <w:p w14:paraId="7F1485F0" w14:textId="77777777" w:rsidR="005774AE" w:rsidRPr="00FA14C4" w:rsidRDefault="005774A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5774AE" w:rsidRPr="00FA14C4" w14:paraId="3F88ED54" w14:textId="77777777" w:rsidTr="005774AE">
        <w:tc>
          <w:tcPr>
            <w:tcW w:w="2677" w:type="pct"/>
          </w:tcPr>
          <w:p w14:paraId="6357700D" w14:textId="62CDD417" w:rsidR="005774AE" w:rsidRDefault="00A445F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445F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Position/Title</w:t>
            </w:r>
          </w:p>
        </w:tc>
        <w:tc>
          <w:tcPr>
            <w:tcW w:w="2323" w:type="pct"/>
          </w:tcPr>
          <w:p w14:paraId="2C727F43" w14:textId="77777777" w:rsidR="005774AE" w:rsidRPr="00FA14C4" w:rsidRDefault="005774A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5774AE" w:rsidRPr="00FA14C4" w14:paraId="3083D231" w14:textId="77777777" w:rsidTr="005774AE">
        <w:tc>
          <w:tcPr>
            <w:tcW w:w="2677" w:type="pct"/>
          </w:tcPr>
          <w:p w14:paraId="15A370A3" w14:textId="01B02F00" w:rsidR="005774AE" w:rsidRDefault="00A445F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445F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Organization</w:t>
            </w:r>
          </w:p>
        </w:tc>
        <w:tc>
          <w:tcPr>
            <w:tcW w:w="2323" w:type="pct"/>
          </w:tcPr>
          <w:p w14:paraId="3A24CAC6" w14:textId="77777777" w:rsidR="005774AE" w:rsidRPr="00FA14C4" w:rsidRDefault="005774A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A445FE" w:rsidRPr="00FA14C4" w14:paraId="5CDAA5D0" w14:textId="77777777" w:rsidTr="005774AE">
        <w:tc>
          <w:tcPr>
            <w:tcW w:w="2677" w:type="pct"/>
          </w:tcPr>
          <w:p w14:paraId="0704B2D4" w14:textId="1B9BE8C5" w:rsidR="00A445FE" w:rsidRPr="00A445FE" w:rsidRDefault="00A445F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445F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Signature</w:t>
            </w:r>
          </w:p>
        </w:tc>
        <w:tc>
          <w:tcPr>
            <w:tcW w:w="2323" w:type="pct"/>
          </w:tcPr>
          <w:p w14:paraId="5A4D26E9" w14:textId="77777777" w:rsidR="00A445FE" w:rsidRPr="00FA14C4" w:rsidRDefault="00A445F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A445FE" w:rsidRPr="00FA14C4" w14:paraId="66769626" w14:textId="77777777" w:rsidTr="005774AE">
        <w:tc>
          <w:tcPr>
            <w:tcW w:w="2677" w:type="pct"/>
          </w:tcPr>
          <w:p w14:paraId="26DA73F4" w14:textId="2EA9C66A" w:rsidR="00A445FE" w:rsidRPr="00A445FE" w:rsidRDefault="00A445F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445F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Date</w:t>
            </w:r>
          </w:p>
        </w:tc>
        <w:tc>
          <w:tcPr>
            <w:tcW w:w="2323" w:type="pct"/>
          </w:tcPr>
          <w:p w14:paraId="259F2C63" w14:textId="77777777" w:rsidR="00A445FE" w:rsidRPr="00FA14C4" w:rsidRDefault="00A445FE" w:rsidP="00BC1C6E">
            <w:pP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n-AU" w:eastAsia="en-A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</w:tbl>
    <w:p w14:paraId="11DB9DD4" w14:textId="77777777" w:rsidR="00F857E5" w:rsidRDefault="00F857E5" w:rsidP="00F857E5">
      <w:pPr>
        <w:rPr>
          <w:rFonts w:ascii="Arial" w:hAnsi="Arial" w:cs="Arial Unicode MS"/>
          <w:color w:val="000000"/>
          <w:sz w:val="22"/>
          <w:szCs w:val="22"/>
          <w:u w:color="000000"/>
          <w:lang w:val="en-AU" w:eastAsia="en-A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1D894A3" w14:textId="29A471DA" w:rsidR="00F857E5" w:rsidRDefault="005774AE" w:rsidP="00F857E5">
      <w:pPr>
        <w:pStyle w:val="BodyA"/>
        <w:tabs>
          <w:tab w:val="left" w:pos="3045"/>
        </w:tabs>
        <w:jc w:val="both"/>
        <w:rPr>
          <w:rFonts w:ascii="Arial" w:hAnsi="Arial"/>
          <w:lang w:val="en-US"/>
        </w:rPr>
      </w:pPr>
      <w:r w:rsidRPr="005774AE">
        <w:rPr>
          <w:rFonts w:ascii="Arial" w:hAnsi="Arial"/>
          <w:lang w:val="en-US"/>
        </w:rPr>
        <w:t xml:space="preserve">Nominations are encouraged at your earliest convenience, but no later than </w:t>
      </w:r>
      <w:r>
        <w:rPr>
          <w:rFonts w:ascii="Arial" w:hAnsi="Arial"/>
          <w:lang w:val="en-US"/>
        </w:rPr>
        <w:t>2</w:t>
      </w:r>
      <w:r w:rsidRPr="005774AE">
        <w:rPr>
          <w:rFonts w:ascii="Arial" w:hAnsi="Arial"/>
          <w:lang w:val="en-US"/>
        </w:rPr>
        <w:t xml:space="preserve"> </w:t>
      </w:r>
      <w:proofErr w:type="gramStart"/>
      <w:r w:rsidRPr="005774AE">
        <w:rPr>
          <w:rFonts w:ascii="Arial" w:hAnsi="Arial"/>
          <w:lang w:val="en-US"/>
        </w:rPr>
        <w:t>May,</w:t>
      </w:r>
      <w:proofErr w:type="gramEnd"/>
      <w:r w:rsidRPr="005774AE">
        <w:rPr>
          <w:rFonts w:ascii="Arial" w:hAnsi="Arial"/>
          <w:lang w:val="en-US"/>
        </w:rPr>
        <w:t xml:space="preserve"> 2025.</w:t>
      </w:r>
    </w:p>
    <w:p w14:paraId="1392A9FA" w14:textId="77777777" w:rsidR="005774AE" w:rsidRDefault="005774AE" w:rsidP="00F857E5">
      <w:pPr>
        <w:pStyle w:val="BodyA"/>
        <w:tabs>
          <w:tab w:val="left" w:pos="3045"/>
        </w:tabs>
        <w:jc w:val="both"/>
        <w:rPr>
          <w:rFonts w:ascii="Arial" w:hAnsi="Arial"/>
        </w:rPr>
      </w:pPr>
    </w:p>
    <w:p w14:paraId="4CCB2D4C" w14:textId="4C2B3527" w:rsidR="00F857E5" w:rsidRPr="00F018D9" w:rsidRDefault="00F857E5" w:rsidP="00F857E5">
      <w:pPr>
        <w:pStyle w:val="BodyA"/>
        <w:tabs>
          <w:tab w:val="left" w:pos="3045"/>
        </w:tabs>
        <w:jc w:val="both"/>
        <w:rPr>
          <w:rFonts w:ascii="Arial" w:hAnsi="Arial"/>
        </w:rPr>
      </w:pPr>
      <w:r w:rsidRPr="001D3D96">
        <w:rPr>
          <w:rFonts w:ascii="Arial" w:hAnsi="Arial"/>
          <w:bCs/>
          <w:lang w:val="en-US"/>
        </w:rPr>
        <w:t xml:space="preserve">Please email the </w:t>
      </w:r>
      <w:r w:rsidRPr="001D3D96">
        <w:rPr>
          <w:rFonts w:ascii="Arial" w:hAnsi="Arial"/>
          <w:b/>
          <w:lang w:val="en-US"/>
        </w:rPr>
        <w:t>completed signed form</w:t>
      </w:r>
      <w:r w:rsidRPr="001D3D96">
        <w:rPr>
          <w:rFonts w:ascii="Arial" w:hAnsi="Arial"/>
          <w:bCs/>
          <w:lang w:val="en-US"/>
        </w:rPr>
        <w:t xml:space="preserve"> and a </w:t>
      </w:r>
      <w:r w:rsidRPr="001D3D96">
        <w:rPr>
          <w:rFonts w:ascii="Arial" w:hAnsi="Arial"/>
          <w:b/>
          <w:lang w:val="en-US"/>
        </w:rPr>
        <w:t>copy of your passport bio-data page</w:t>
      </w:r>
      <w:r w:rsidRPr="001D3D96">
        <w:rPr>
          <w:rFonts w:ascii="Arial" w:hAnsi="Arial"/>
          <w:bCs/>
          <w:lang w:val="en-US"/>
        </w:rPr>
        <w:t xml:space="preserve"> to </w:t>
      </w:r>
      <w:r>
        <w:rPr>
          <w:rFonts w:ascii="Arial" w:hAnsi="Arial"/>
        </w:rPr>
        <w:t xml:space="preserve">Ivan Diarra – </w:t>
      </w:r>
      <w:hyperlink r:id="rId8" w:history="1">
        <w:r w:rsidRPr="00EE001C">
          <w:rPr>
            <w:rStyle w:val="Hyperlink"/>
            <w:rFonts w:ascii="Arial" w:hAnsi="Arial"/>
            <w:color w:val="0070C0"/>
          </w:rPr>
          <w:t>ivand@sprep.org</w:t>
        </w:r>
      </w:hyperlink>
      <w:r>
        <w:rPr>
          <w:rFonts w:ascii="Arial" w:hAnsi="Arial"/>
        </w:rPr>
        <w:t xml:space="preserve"> and Puta Tofinga – </w:t>
      </w:r>
      <w:hyperlink r:id="rId9" w:history="1">
        <w:r w:rsidRPr="005774AE">
          <w:rPr>
            <w:rStyle w:val="Hyperlink"/>
            <w:rFonts w:ascii="Arial" w:hAnsi="Arial"/>
            <w:color w:val="0070C0"/>
          </w:rPr>
          <w:t>putat@sprep.org</w:t>
        </w:r>
      </w:hyperlink>
      <w:r w:rsidR="005774AE">
        <w:t xml:space="preserve"> </w:t>
      </w:r>
      <w:r>
        <w:rPr>
          <w:rFonts w:ascii="Arial" w:hAnsi="Arial"/>
        </w:rPr>
        <w:t xml:space="preserve">  </w:t>
      </w:r>
    </w:p>
    <w:p w14:paraId="29958EA8" w14:textId="77777777" w:rsidR="00F857E5" w:rsidRDefault="00F857E5" w:rsidP="00F857E5">
      <w:pPr>
        <w:pStyle w:val="BodyA"/>
        <w:jc w:val="both"/>
        <w:rPr>
          <w:rStyle w:val="None"/>
          <w:rFonts w:ascii="Arial" w:eastAsia="Arial" w:hAnsi="Arial" w:cs="Arial"/>
        </w:rPr>
      </w:pPr>
    </w:p>
    <w:p w14:paraId="698E98E6" w14:textId="24B08FA3" w:rsidR="00F857E5" w:rsidRPr="00BE26A4" w:rsidRDefault="00F857E5" w:rsidP="00F857E5">
      <w:pPr>
        <w:pStyle w:val="BodyA"/>
        <w:jc w:val="both"/>
        <w:rPr>
          <w:rFonts w:ascii="Arial" w:eastAsia="Arial" w:hAnsi="Arial" w:cs="Arial"/>
          <w:i/>
          <w:iCs/>
          <w:lang w:val="en-US"/>
        </w:rPr>
      </w:pPr>
      <w:r w:rsidRPr="00BE26A4">
        <w:rPr>
          <w:rFonts w:ascii="Arial" w:eastAsia="Arial" w:hAnsi="Arial" w:cs="Arial"/>
          <w:b/>
          <w:bCs/>
          <w:i/>
          <w:iCs/>
          <w:lang w:val="en-US"/>
        </w:rPr>
        <w:t>NOTE:</w:t>
      </w:r>
      <w:r w:rsidRPr="00BE26A4">
        <w:rPr>
          <w:rFonts w:ascii="Arial" w:eastAsia="Arial" w:hAnsi="Arial" w:cs="Arial"/>
          <w:i/>
          <w:iCs/>
          <w:lang w:val="en-US"/>
        </w:rPr>
        <w:t xml:space="preserve"> SPREP will bear the costs of the airfare (most direct/economical route) and DSA </w:t>
      </w:r>
      <w:r w:rsidRPr="00BE26A4">
        <w:rPr>
          <w:rFonts w:ascii="Arial" w:eastAsia="Arial" w:hAnsi="Arial" w:cs="Arial"/>
          <w:i/>
          <w:iCs/>
          <w:u w:val="single"/>
          <w:lang w:val="en-US"/>
        </w:rPr>
        <w:t>only</w:t>
      </w:r>
      <w:r w:rsidRPr="00BE26A4">
        <w:rPr>
          <w:rFonts w:ascii="Arial" w:eastAsia="Arial" w:hAnsi="Arial" w:cs="Arial"/>
          <w:i/>
          <w:iCs/>
          <w:lang w:val="en-US"/>
        </w:rPr>
        <w:t xml:space="preserve"> for the duration of the meeting. All other related costs are to be borne by the participants/nominating governments (this includes but is not limited to passport, visas, travel/medical insurance, pre-entry and upon-entry requirements by the host country).</w:t>
      </w:r>
    </w:p>
    <w:p w14:paraId="2765988E" w14:textId="033FB49B" w:rsidR="00CC6446" w:rsidRPr="00F857E5" w:rsidRDefault="00CC6446" w:rsidP="00F857E5"/>
    <w:sectPr w:rsidR="00CC6446" w:rsidRPr="00F857E5">
      <w:headerReference w:type="default" r:id="rId10"/>
      <w:footerReference w:type="default" r:id="rId11"/>
      <w:pgSz w:w="11900" w:h="16840"/>
      <w:pgMar w:top="2269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2CB59" w14:textId="77777777" w:rsidR="00C56683" w:rsidRPr="004B32B2" w:rsidRDefault="00C56683">
      <w:pPr>
        <w:rPr>
          <w:lang w:val="en-GB"/>
        </w:rPr>
      </w:pPr>
      <w:r w:rsidRPr="004B32B2">
        <w:rPr>
          <w:lang w:val="en-GB"/>
        </w:rPr>
        <w:separator/>
      </w:r>
    </w:p>
  </w:endnote>
  <w:endnote w:type="continuationSeparator" w:id="0">
    <w:p w14:paraId="62331168" w14:textId="77777777" w:rsidR="00C56683" w:rsidRPr="004B32B2" w:rsidRDefault="00C56683">
      <w:pPr>
        <w:rPr>
          <w:lang w:val="en-GB"/>
        </w:rPr>
      </w:pPr>
      <w:r w:rsidRPr="004B32B2">
        <w:rPr>
          <w:lang w:val="en-GB"/>
        </w:rPr>
        <w:continuationSeparator/>
      </w:r>
    </w:p>
  </w:endnote>
  <w:endnote w:type="continuationNotice" w:id="1">
    <w:p w14:paraId="2DC2C175" w14:textId="77777777" w:rsidR="00C56683" w:rsidRPr="004B32B2" w:rsidRDefault="00C56683">
      <w:pPr>
        <w:rPr>
          <w:lang w:val="en-GB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13A2" w14:textId="77777777" w:rsidR="00011F49" w:rsidRPr="004B32B2" w:rsidRDefault="00011F49">
    <w:pPr>
      <w:pStyle w:val="Footer"/>
      <w:rPr>
        <w:lang w:val="en-GB"/>
      </w:rPr>
    </w:pPr>
    <w:r w:rsidRPr="004B32B2">
      <w:rPr>
        <w:noProof/>
        <w:lang w:val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DBA890" wp14:editId="01DE5BA2">
              <wp:simplePos x="0" y="0"/>
              <wp:positionH relativeFrom="page">
                <wp:align>right</wp:align>
              </wp:positionH>
              <wp:positionV relativeFrom="paragraph">
                <wp:posOffset>-365760</wp:posOffset>
              </wp:positionV>
              <wp:extent cx="7550785" cy="909320"/>
              <wp:effectExtent l="0" t="0" r="0" b="5080"/>
              <wp:wrapNone/>
              <wp:docPr id="871479587" name="Group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0785" cy="909320"/>
                        <a:chOff x="0" y="0"/>
                        <a:chExt cx="7550785" cy="909320"/>
                      </a:xfrm>
                    </wpg:grpSpPr>
                    <wps:wsp>
                      <wps:cNvPr id="143524268" name="officeArt object" descr="officeArt object"/>
                      <wps:cNvSpPr txBox="1"/>
                      <wps:spPr>
                        <a:xfrm>
                          <a:off x="259080" y="0"/>
                          <a:ext cx="7054850" cy="342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A6DF59F" w14:textId="77777777" w:rsidR="00011F49" w:rsidRPr="004B32B2" w:rsidRDefault="00011F49" w:rsidP="00011F49">
                            <w:pPr>
                              <w:pStyle w:val="BodyA"/>
                              <w:spacing w:line="312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4B32B2">
                              <w:rPr>
                                <w:rFonts w:ascii="Arial" w:hAnsi="Arial"/>
                                <w:color w:val="000090"/>
                                <w:sz w:val="18"/>
                                <w:szCs w:val="18"/>
                                <w:u w:color="000090"/>
                                <w:lang w:val="en-GB"/>
                              </w:rPr>
                              <w:t xml:space="preserve">PO Box 240, Apia, Samoa    T +685 21929    F +685 20231    </w:t>
                            </w:r>
                            <w:hyperlink r:id="rId1" w:history="1">
                              <w:r w:rsidRPr="004B32B2">
                                <w:rPr>
                                  <w:rStyle w:val="Hyperlink0"/>
                                  <w:lang w:val="en-GB"/>
                                </w:rPr>
                                <w:t>sprep@sprep.org</w:t>
                              </w:r>
                            </w:hyperlink>
                            <w:r w:rsidRPr="004B32B2">
                              <w:rPr>
                                <w:rStyle w:val="None"/>
                                <w:color w:val="000090"/>
                                <w:u w:color="000090"/>
                                <w:lang w:val="en-GB"/>
                              </w:rPr>
                              <w:t xml:space="preserve">   </w:t>
                            </w:r>
                            <w:hyperlink r:id="rId2" w:history="1">
                              <w:r w:rsidRPr="004B32B2">
                                <w:rPr>
                                  <w:rStyle w:val="Hyperlink0"/>
                                  <w:lang w:val="en-GB"/>
                                </w:rPr>
                                <w:t>www.sprep.org</w:t>
                              </w:r>
                            </w:hyperlink>
                          </w:p>
                          <w:p w14:paraId="7774AF33" w14:textId="77777777" w:rsidR="004D3711" w:rsidRPr="004B32B2" w:rsidRDefault="004D371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2723196" w14:textId="77777777" w:rsidR="00011F49" w:rsidRPr="004B32B2" w:rsidRDefault="00011F49" w:rsidP="00011F49">
                            <w:pPr>
                              <w:pStyle w:val="BodyA"/>
                              <w:spacing w:line="200" w:lineRule="exact"/>
                              <w:jc w:val="center"/>
                              <w:rPr>
                                <w:lang w:val="en-GB"/>
                              </w:rPr>
                            </w:pPr>
                            <w:r w:rsidRPr="004B32B2">
                              <w:rPr>
                                <w:rFonts w:ascii="Arial" w:hAnsi="Arial"/>
                                <w:color w:val="0096FF"/>
                                <w:sz w:val="18"/>
                                <w:szCs w:val="18"/>
                                <w:u w:color="008000"/>
                                <w:lang w:val="en-GB"/>
                              </w:rPr>
                              <w:t>A resilient Pacific environment sustaining our livelihoods and natural heritage in harmony with our cultures.</w:t>
                            </w:r>
                          </w:p>
                          <w:p w14:paraId="01E51D4A" w14:textId="77777777" w:rsidR="004D3711" w:rsidRPr="004B32B2" w:rsidRDefault="004D371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DA15289" w14:textId="77777777" w:rsidR="00172AC7" w:rsidRPr="004B32B2" w:rsidRDefault="00172AC7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0E82385" w14:textId="77777777" w:rsidR="00172AC7" w:rsidRPr="004B32B2" w:rsidRDefault="00172AC7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4A77651" w14:textId="77777777" w:rsidR="00011F49" w:rsidRPr="004B32B2" w:rsidRDefault="00011F49" w:rsidP="00011F49">
                            <w:pPr>
                              <w:pStyle w:val="BodyA"/>
                              <w:spacing w:line="312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4B32B2">
                              <w:rPr>
                                <w:rStyle w:val="None"/>
                                <w:color w:val="000090"/>
                                <w:u w:color="000090"/>
                                <w:lang w:val="en-GB"/>
                              </w:rPr>
                              <w:t xml:space="preserve">  </w:t>
                            </w:r>
                            <w:hyperlink r:id="rId3" w:history="1">
                              <w:r w:rsidRPr="004B32B2">
                                <w:rPr>
                                  <w:rStyle w:val="Hyperlink0"/>
                                  <w:lang w:val="en-GB"/>
                                </w:rPr>
                                <w:t>www.sprep.org</w:t>
                              </w:r>
                            </w:hyperlink>
                          </w:p>
                        </w:txbxContent>
                      </wps:txbx>
                      <wps:bodyPr wrap="square" lIns="91436" tIns="91436" rIns="91436" bIns="91436" numCol="1" anchor="t">
                        <a:noAutofit/>
                      </wps:bodyPr>
                    </wps:wsp>
                    <wps:wsp>
                      <wps:cNvPr id="1918747547" name="officeArt object" descr="officeArt object"/>
                      <wps:cNvSpPr txBox="1"/>
                      <wps:spPr>
                        <a:xfrm>
                          <a:off x="182880" y="335280"/>
                          <a:ext cx="7194550" cy="228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89B1C2F" w14:textId="77777777" w:rsidR="00011F49" w:rsidRPr="004B32B2" w:rsidRDefault="00011F49" w:rsidP="00011F49">
                            <w:pPr>
                              <w:pStyle w:val="BodyA"/>
                              <w:spacing w:line="200" w:lineRule="exact"/>
                              <w:jc w:val="center"/>
                              <w:rPr>
                                <w:lang w:val="en-GB"/>
                              </w:rPr>
                            </w:pPr>
                            <w:r w:rsidRPr="004B32B2">
                              <w:rPr>
                                <w:rFonts w:ascii="Arial" w:hAnsi="Arial"/>
                                <w:color w:val="0096FF"/>
                                <w:sz w:val="18"/>
                                <w:szCs w:val="18"/>
                                <w:u w:color="008000"/>
                                <w:lang w:val="en-GB"/>
                              </w:rPr>
                              <w:t>A resilient Pacific environment sustaining our livelihoods and natural heritage in harmony with our cultures.</w:t>
                            </w:r>
                          </w:p>
                          <w:p w14:paraId="1194FF75" w14:textId="77777777" w:rsidR="004D3711" w:rsidRPr="004B32B2" w:rsidRDefault="004D3711" w:rsidP="00011F49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1C18F0D1" w14:textId="77777777" w:rsidR="00011F49" w:rsidRPr="004B32B2" w:rsidRDefault="00011F49" w:rsidP="00011F49">
                            <w:pPr>
                              <w:pStyle w:val="BodyA"/>
                              <w:spacing w:line="200" w:lineRule="exact"/>
                              <w:jc w:val="center"/>
                              <w:rPr>
                                <w:lang w:val="en-GB"/>
                              </w:rPr>
                            </w:pPr>
                            <w:r w:rsidRPr="004B32B2">
                              <w:rPr>
                                <w:rFonts w:ascii="Arial" w:hAnsi="Arial"/>
                                <w:color w:val="0096FF"/>
                                <w:sz w:val="18"/>
                                <w:szCs w:val="18"/>
                                <w:u w:color="008000"/>
                                <w:lang w:val="en-GB"/>
                              </w:rPr>
                              <w:t>A resilient Pacific environment sustaining our livelihoods and natural heritage in harmony with our cultures.</w:t>
                            </w:r>
                          </w:p>
                        </w:txbxContent>
                      </wps:txbx>
                      <wps:bodyPr wrap="square" lIns="18000" tIns="18000" rIns="18000" bIns="18000" numCol="1" anchor="t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22714442" name="Picture 4" descr="A brown and white background with white text&#10;&#10;Description automatically generated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36" b="93284"/>
                        <a:stretch/>
                      </pic:blipFill>
                      <pic:spPr bwMode="auto">
                        <a:xfrm>
                          <a:off x="0" y="655320"/>
                          <a:ext cx="755078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CDBA890" id="Group 19" o:spid="_x0000_s1026" style="position:absolute;margin-left:543.35pt;margin-top:-28.8pt;width:594.55pt;height:71.6pt;z-index:251659264;mso-position-horizontal:right;mso-position-horizontal-relative:page" coordsize="75507,90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7" type="#_x0000_t202" alt="officeArt object" style="position:absolute;left:2590;width:7054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" filled="f" stroked="f" strokeweight="1pt">
                <v:stroke miterlimit="4"/>
                <v:textbox inset="2.53989mm,2.53989mm,2.53989mm,2.53989mm">
                  <w:txbxContent>
                    <w:p w14:paraId="4A6DF59F" w14:textId="77777777" w:rsidR="00011F49" w:rsidRPr="004B32B2" w:rsidRDefault="00011F49" w:rsidP="00011F49">
                      <w:pPr>
                        <w:pStyle w:val="BodyA"/>
                        <w:spacing w:line="312" w:lineRule="auto"/>
                        <w:jc w:val="center"/>
                        <w:rPr>
                          <w:lang w:val="en-GB"/>
                        </w:rPr>
                      </w:pPr>
                      <w:r w:rsidRPr="004B32B2">
                        <w:rPr>
                          <w:rFonts w:ascii="Arial" w:hAnsi="Arial"/>
                          <w:color w:val="000090"/>
                          <w:sz w:val="18"/>
                          <w:szCs w:val="18"/>
                          <w:u w:color="000090"/>
                          <w:lang w:val="en-GB"/>
                        </w:rPr>
                        <w:t xml:space="preserve">PO Box 240, Apia, Samoa    T +685 21929    F +685 20231    </w:t>
                      </w:r>
                      <w:hyperlink r:id="rId5" w:history="1">
                        <w:r w:rsidRPr="004B32B2">
                          <w:rPr>
                            <w:rStyle w:val="Hyperlink0"/>
                            <w:lang w:val="en-GB"/>
                          </w:rPr>
                          <w:t>sprep@sprep.org</w:t>
                        </w:r>
                      </w:hyperlink>
                      <w:r w:rsidRPr="004B32B2">
                        <w:rPr>
                          <w:rStyle w:val="None"/>
                          <w:color w:val="000090"/>
                          <w:u w:color="000090"/>
                          <w:lang w:val="en-GB"/>
                        </w:rPr>
                        <w:t xml:space="preserve">   </w:t>
                      </w:r>
                      <w:hyperlink r:id="rId6" w:history="1">
                        <w:r w:rsidRPr="004B32B2">
                          <w:rPr>
                            <w:rStyle w:val="Hyperlink0"/>
                            <w:lang w:val="en-GB"/>
                          </w:rPr>
                          <w:t>www.sprep.org</w:t>
                        </w:r>
                      </w:hyperlink>
                    </w:p>
                    <w:p w14:paraId="7774AF33" w14:textId="77777777" w:rsidR="004D3711" w:rsidRPr="004B32B2" w:rsidRDefault="004D3711">
                      <w:pPr>
                        <w:rPr>
                          <w:lang w:val="en-GB"/>
                        </w:rPr>
                      </w:pPr>
                    </w:p>
                    <w:p w14:paraId="52723196" w14:textId="77777777" w:rsidR="00011F49" w:rsidRPr="004B32B2" w:rsidRDefault="00011F49" w:rsidP="00011F49">
                      <w:pPr>
                        <w:pStyle w:val="BodyA"/>
                        <w:spacing w:line="200" w:lineRule="exact"/>
                        <w:jc w:val="center"/>
                        <w:rPr>
                          <w:lang w:val="en-GB"/>
                        </w:rPr>
                      </w:pPr>
                      <w:r w:rsidRPr="004B32B2">
                        <w:rPr>
                          <w:rFonts w:ascii="Arial" w:hAnsi="Arial"/>
                          <w:color w:val="0096FF"/>
                          <w:sz w:val="18"/>
                          <w:szCs w:val="18"/>
                          <w:u w:color="008000"/>
                          <w:lang w:val="en-GB"/>
                        </w:rPr>
                        <w:t>A resilient Pacific environment sustaining our livelihoods and natural heritage in harmony with our cultures.</w:t>
                      </w:r>
                    </w:p>
                    <w:p w14:paraId="01E51D4A" w14:textId="77777777" w:rsidR="004D3711" w:rsidRPr="004B32B2" w:rsidRDefault="004D3711">
                      <w:pPr>
                        <w:rPr>
                          <w:lang w:val="en-GB"/>
                        </w:rPr>
                      </w:pPr>
                    </w:p>
                    <w:p w14:paraId="4DA15289" w14:textId="77777777" w:rsidR="00172AC7" w:rsidRPr="004B32B2" w:rsidRDefault="00172AC7">
                      <w:pPr>
                        <w:rPr>
                          <w:lang w:val="en-GB"/>
                        </w:rPr>
                      </w:pPr>
                    </w:p>
                    <w:p w14:paraId="40E82385" w14:textId="77777777" w:rsidR="00172AC7" w:rsidRPr="004B32B2" w:rsidRDefault="00172AC7">
                      <w:pPr>
                        <w:rPr>
                          <w:lang w:val="en-GB"/>
                        </w:rPr>
                      </w:pPr>
                    </w:p>
                    <w:p w14:paraId="24A77651" w14:textId="77777777" w:rsidR="00011F49" w:rsidRPr="004B32B2" w:rsidRDefault="00011F49" w:rsidP="00011F49">
                      <w:pPr>
                        <w:pStyle w:val="BodyA"/>
                        <w:spacing w:line="312" w:lineRule="auto"/>
                        <w:jc w:val="center"/>
                        <w:rPr>
                          <w:lang w:val="en-GB"/>
                        </w:rPr>
                      </w:pPr>
                      <w:r w:rsidRPr="004B32B2">
                        <w:rPr>
                          <w:rStyle w:val="None"/>
                          <w:color w:val="000090"/>
                          <w:u w:color="000090"/>
                          <w:lang w:val="en-GB"/>
                        </w:rPr>
                        <w:t xml:space="preserve">  </w:t>
                      </w:r>
                      <w:hyperlink r:id="rId7" w:history="1">
                        <w:r w:rsidRPr="004B32B2">
                          <w:rPr>
                            <w:rStyle w:val="Hyperlink0"/>
                            <w:lang w:val="en-GB"/>
                          </w:rPr>
                          <w:t>www.sprep.org</w:t>
                        </w:r>
                      </w:hyperlink>
                    </w:p>
                  </w:txbxContent>
                </v:textbox>
              </v:shape>
              <v:shape id="officeArt object" o:spid="_x0000_s1028" type="#_x0000_t202" alt="officeArt object" style="position:absolute;left:1828;top:3352;width:7194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" filled="f" stroked="f" strokeweight="1pt">
                <v:stroke miterlimit="4"/>
                <v:textbox inset=".5mm,.5mm,.5mm,.5mm">
                  <w:txbxContent>
                    <w:p w14:paraId="189B1C2F" w14:textId="77777777" w:rsidR="00011F49" w:rsidRPr="004B32B2" w:rsidRDefault="00011F49" w:rsidP="00011F49">
                      <w:pPr>
                        <w:pStyle w:val="BodyA"/>
                        <w:spacing w:line="200" w:lineRule="exact"/>
                        <w:jc w:val="center"/>
                        <w:rPr>
                          <w:lang w:val="en-GB"/>
                        </w:rPr>
                      </w:pPr>
                      <w:r w:rsidRPr="004B32B2">
                        <w:rPr>
                          <w:rFonts w:ascii="Arial" w:hAnsi="Arial"/>
                          <w:color w:val="0096FF"/>
                          <w:sz w:val="18"/>
                          <w:szCs w:val="18"/>
                          <w:u w:color="008000"/>
                          <w:lang w:val="en-GB"/>
                        </w:rPr>
                        <w:t>A resilient Pacific environment sustaining our livelihoods and natural heritage in harmony with our cultures.</w:t>
                      </w:r>
                    </w:p>
                    <w:p w14:paraId="1194FF75" w14:textId="77777777" w:rsidR="004D3711" w:rsidRPr="004B32B2" w:rsidRDefault="004D3711" w:rsidP="00011F49">
                      <w:pPr>
                        <w:rPr>
                          <w:lang w:val="en-GB"/>
                        </w:rPr>
                      </w:pPr>
                    </w:p>
                    <w:p w14:paraId="1C18F0D1" w14:textId="77777777" w:rsidR="00011F49" w:rsidRPr="004B32B2" w:rsidRDefault="00011F49" w:rsidP="00011F49">
                      <w:pPr>
                        <w:pStyle w:val="BodyA"/>
                        <w:spacing w:line="200" w:lineRule="exact"/>
                        <w:jc w:val="center"/>
                        <w:rPr>
                          <w:lang w:val="en-GB"/>
                        </w:rPr>
                      </w:pPr>
                      <w:r w:rsidRPr="004B32B2">
                        <w:rPr>
                          <w:rFonts w:ascii="Arial" w:hAnsi="Arial"/>
                          <w:color w:val="0096FF"/>
                          <w:sz w:val="18"/>
                          <w:szCs w:val="18"/>
                          <w:u w:color="008000"/>
                          <w:lang w:val="en-GB"/>
                        </w:rPr>
                        <w:t>A resilient Pacific environment sustaining our livelihoods and natural heritage in harmony with our cultures.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9" type="#_x0000_t75" alt="A brown and white background with white text&#10;&#10;Description automatically generated" style="position:absolute;top:6553;width:75507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">
                <v:imagedata r:id="rId8" o:title="A brown and white background with white text&#10;&#10;Description automatically generated" croptop="482f" cropbottom="61135f"/>
              </v:shap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59131" w14:textId="77777777" w:rsidR="00C56683" w:rsidRPr="004B32B2" w:rsidRDefault="00C56683">
      <w:pPr>
        <w:rPr>
          <w:lang w:val="en-GB"/>
        </w:rPr>
      </w:pPr>
      <w:r w:rsidRPr="004B32B2">
        <w:rPr>
          <w:lang w:val="en-GB"/>
        </w:rPr>
        <w:separator/>
      </w:r>
    </w:p>
  </w:footnote>
  <w:footnote w:type="continuationSeparator" w:id="0">
    <w:p w14:paraId="505119CA" w14:textId="77777777" w:rsidR="00C56683" w:rsidRPr="004B32B2" w:rsidRDefault="00C56683">
      <w:pPr>
        <w:rPr>
          <w:lang w:val="en-GB"/>
        </w:rPr>
      </w:pPr>
      <w:r w:rsidRPr="004B32B2">
        <w:rPr>
          <w:lang w:val="en-GB"/>
        </w:rPr>
        <w:continuationSeparator/>
      </w:r>
    </w:p>
  </w:footnote>
  <w:footnote w:type="continuationNotice" w:id="1">
    <w:p w14:paraId="7947002C" w14:textId="77777777" w:rsidR="00C56683" w:rsidRPr="004B32B2" w:rsidRDefault="00C56683">
      <w:pPr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3DF9" w14:textId="77777777" w:rsidR="0073319D" w:rsidRPr="004B32B2" w:rsidRDefault="00C27CC9">
    <w:pPr>
      <w:pStyle w:val="Header"/>
      <w:spacing w:after="0"/>
      <w:rPr>
        <w:lang w:val="en-GB"/>
      </w:rPr>
    </w:pPr>
    <w:r w:rsidRPr="004B32B2">
      <w:rPr>
        <w:noProof/>
        <w:lang w:val="en-GB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1FBD1D1" wp14:editId="74AD0668">
              <wp:simplePos x="0" y="0"/>
              <wp:positionH relativeFrom="page">
                <wp:posOffset>9525</wp:posOffset>
              </wp:positionH>
              <wp:positionV relativeFrom="paragraph">
                <wp:posOffset>-760095</wp:posOffset>
              </wp:positionV>
              <wp:extent cx="7550785" cy="1828800"/>
              <wp:effectExtent l="0" t="0" r="0" b="0"/>
              <wp:wrapNone/>
              <wp:docPr id="219965566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0785" cy="1828800"/>
                        <a:chOff x="0" y="0"/>
                        <a:chExt cx="7550785" cy="1828800"/>
                      </a:xfrm>
                    </wpg:grpSpPr>
                    <pic:pic xmlns:pic="http://schemas.openxmlformats.org/drawingml/2006/picture">
                      <pic:nvPicPr>
                        <pic:cNvPr id="1267972892" name="Picture 4" descr="A brown and white background with white text&#10;&#10;Description automatically generated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0205" b="16742"/>
                        <a:stretch/>
                      </pic:blipFill>
                      <pic:spPr bwMode="auto">
                        <a:xfrm>
                          <a:off x="0" y="0"/>
                          <a:ext cx="755078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39539479" name="Picture 3" descr="A logo with blue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0040" y="727710"/>
                          <a:ext cx="2453640" cy="1013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651282" id="Group 18" o:spid="_x0000_s1026" style="position:absolute;margin-left:.75pt;margin-top:-59.85pt;width:594.55pt;height:2in;z-index:251657216;mso-position-horizontal-relative:page;mso-height-relative:margin" coordsize="75507,1828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A brown and white background with white text&#10;&#10;Description automatically generated" style="position:absolute;width:75507;height:18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">
                <v:imagedata r:id="rId3" o:title="A brown and white background with white text&#10;&#10;Description automatically generated" croptop="26349f" cropbottom="10972f"/>
              </v:shape>
              <v:shape id="Picture 3" o:spid="_x0000_s1028" type="#_x0000_t75" alt="A logo with blue text&#10;&#10;Description automatically generated" style="position:absolute;left:3200;top:7277;width:24536;height:10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">
                <v:imagedata r:id="rId4" o:title="A logo with blue text&#10;&#10;Description automatically generated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17CD0"/>
    <w:multiLevelType w:val="multilevel"/>
    <w:tmpl w:val="1388CD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 w15:restartNumberingAfterBreak="0">
    <w:nsid w:val="419E0C53"/>
    <w:multiLevelType w:val="multilevel"/>
    <w:tmpl w:val="A8E8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FE32C4"/>
    <w:multiLevelType w:val="hybridMultilevel"/>
    <w:tmpl w:val="6C52DD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94CB7"/>
    <w:multiLevelType w:val="hybridMultilevel"/>
    <w:tmpl w:val="727C7E64"/>
    <w:lvl w:ilvl="0" w:tplc="368C1C6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733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2757892">
    <w:abstractNumId w:val="1"/>
  </w:num>
  <w:num w:numId="3" w16cid:durableId="1979990451">
    <w:abstractNumId w:val="3"/>
  </w:num>
  <w:num w:numId="4" w16cid:durableId="456067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9DD"/>
    <w:rsid w:val="00011F49"/>
    <w:rsid w:val="000170B7"/>
    <w:rsid w:val="000465C4"/>
    <w:rsid w:val="00051BF9"/>
    <w:rsid w:val="00052E6A"/>
    <w:rsid w:val="00057B54"/>
    <w:rsid w:val="00061F48"/>
    <w:rsid w:val="000808FF"/>
    <w:rsid w:val="000A5688"/>
    <w:rsid w:val="000A7E91"/>
    <w:rsid w:val="000B1CFC"/>
    <w:rsid w:val="000B6FF3"/>
    <w:rsid w:val="000C53F0"/>
    <w:rsid w:val="000C5882"/>
    <w:rsid w:val="000D20B1"/>
    <w:rsid w:val="000D5F99"/>
    <w:rsid w:val="000E1BCB"/>
    <w:rsid w:val="000E38A2"/>
    <w:rsid w:val="00126A86"/>
    <w:rsid w:val="001428F8"/>
    <w:rsid w:val="00162F5B"/>
    <w:rsid w:val="00172AC7"/>
    <w:rsid w:val="00183108"/>
    <w:rsid w:val="0018632F"/>
    <w:rsid w:val="00186757"/>
    <w:rsid w:val="001B192B"/>
    <w:rsid w:val="001C1C0C"/>
    <w:rsid w:val="001C3E9D"/>
    <w:rsid w:val="001C7C12"/>
    <w:rsid w:val="001D4659"/>
    <w:rsid w:val="001F60FB"/>
    <w:rsid w:val="00212487"/>
    <w:rsid w:val="0023524C"/>
    <w:rsid w:val="00240F68"/>
    <w:rsid w:val="002434E6"/>
    <w:rsid w:val="002470D6"/>
    <w:rsid w:val="00253D33"/>
    <w:rsid w:val="00254B23"/>
    <w:rsid w:val="00256385"/>
    <w:rsid w:val="00257602"/>
    <w:rsid w:val="0026183E"/>
    <w:rsid w:val="002966B2"/>
    <w:rsid w:val="002966B8"/>
    <w:rsid w:val="002A02A8"/>
    <w:rsid w:val="002B0B62"/>
    <w:rsid w:val="002B1DDB"/>
    <w:rsid w:val="002B1E50"/>
    <w:rsid w:val="002B2CD6"/>
    <w:rsid w:val="002C1175"/>
    <w:rsid w:val="002C2D8A"/>
    <w:rsid w:val="002F6480"/>
    <w:rsid w:val="00302E9B"/>
    <w:rsid w:val="00340A7B"/>
    <w:rsid w:val="003722C3"/>
    <w:rsid w:val="00375433"/>
    <w:rsid w:val="00380247"/>
    <w:rsid w:val="0038361D"/>
    <w:rsid w:val="003B06FA"/>
    <w:rsid w:val="003C04AA"/>
    <w:rsid w:val="003C19F6"/>
    <w:rsid w:val="003C275B"/>
    <w:rsid w:val="003C633E"/>
    <w:rsid w:val="003D5FC5"/>
    <w:rsid w:val="003D7298"/>
    <w:rsid w:val="003F240F"/>
    <w:rsid w:val="003F54DF"/>
    <w:rsid w:val="003F6E94"/>
    <w:rsid w:val="00404DF8"/>
    <w:rsid w:val="00415268"/>
    <w:rsid w:val="004235CA"/>
    <w:rsid w:val="00442E9D"/>
    <w:rsid w:val="0044450E"/>
    <w:rsid w:val="00450415"/>
    <w:rsid w:val="00462543"/>
    <w:rsid w:val="00462873"/>
    <w:rsid w:val="00463482"/>
    <w:rsid w:val="00471250"/>
    <w:rsid w:val="004B32B2"/>
    <w:rsid w:val="004B642F"/>
    <w:rsid w:val="004C0FEF"/>
    <w:rsid w:val="004C24C5"/>
    <w:rsid w:val="004D3711"/>
    <w:rsid w:val="004D6C64"/>
    <w:rsid w:val="004E29CE"/>
    <w:rsid w:val="004E37EC"/>
    <w:rsid w:val="005039B2"/>
    <w:rsid w:val="00512F09"/>
    <w:rsid w:val="0051455E"/>
    <w:rsid w:val="00524380"/>
    <w:rsid w:val="005252E1"/>
    <w:rsid w:val="005275E3"/>
    <w:rsid w:val="00534C3F"/>
    <w:rsid w:val="00555AAE"/>
    <w:rsid w:val="005604FF"/>
    <w:rsid w:val="005774AE"/>
    <w:rsid w:val="005928B0"/>
    <w:rsid w:val="00593678"/>
    <w:rsid w:val="005A0654"/>
    <w:rsid w:val="005A2DBC"/>
    <w:rsid w:val="005C314F"/>
    <w:rsid w:val="005C6E7A"/>
    <w:rsid w:val="005D1203"/>
    <w:rsid w:val="005D3DDC"/>
    <w:rsid w:val="005D5AD5"/>
    <w:rsid w:val="005D7DAE"/>
    <w:rsid w:val="006026CE"/>
    <w:rsid w:val="00604A59"/>
    <w:rsid w:val="006057F4"/>
    <w:rsid w:val="006129F3"/>
    <w:rsid w:val="0062292B"/>
    <w:rsid w:val="00634101"/>
    <w:rsid w:val="00644C74"/>
    <w:rsid w:val="00651FE5"/>
    <w:rsid w:val="006528E8"/>
    <w:rsid w:val="00660EC3"/>
    <w:rsid w:val="00666B4F"/>
    <w:rsid w:val="00677622"/>
    <w:rsid w:val="006831B0"/>
    <w:rsid w:val="006874DE"/>
    <w:rsid w:val="00687839"/>
    <w:rsid w:val="00690502"/>
    <w:rsid w:val="006971B3"/>
    <w:rsid w:val="006A0CA0"/>
    <w:rsid w:val="006D08AA"/>
    <w:rsid w:val="006D622A"/>
    <w:rsid w:val="006F1E0B"/>
    <w:rsid w:val="0070037E"/>
    <w:rsid w:val="00702CC4"/>
    <w:rsid w:val="0070651F"/>
    <w:rsid w:val="007178E8"/>
    <w:rsid w:val="0073319D"/>
    <w:rsid w:val="00744A5E"/>
    <w:rsid w:val="00744ABC"/>
    <w:rsid w:val="00747283"/>
    <w:rsid w:val="007519D3"/>
    <w:rsid w:val="00751D2A"/>
    <w:rsid w:val="007751EE"/>
    <w:rsid w:val="007874D1"/>
    <w:rsid w:val="00787DF7"/>
    <w:rsid w:val="00795393"/>
    <w:rsid w:val="007B4D83"/>
    <w:rsid w:val="007E5246"/>
    <w:rsid w:val="00807F93"/>
    <w:rsid w:val="00820746"/>
    <w:rsid w:val="008233BA"/>
    <w:rsid w:val="00831308"/>
    <w:rsid w:val="00831614"/>
    <w:rsid w:val="00850273"/>
    <w:rsid w:val="0085502E"/>
    <w:rsid w:val="00862F73"/>
    <w:rsid w:val="00870B10"/>
    <w:rsid w:val="00871F95"/>
    <w:rsid w:val="008757A1"/>
    <w:rsid w:val="00875881"/>
    <w:rsid w:val="00893187"/>
    <w:rsid w:val="008B0457"/>
    <w:rsid w:val="008C1499"/>
    <w:rsid w:val="008E2779"/>
    <w:rsid w:val="008F1F46"/>
    <w:rsid w:val="008F269F"/>
    <w:rsid w:val="00935650"/>
    <w:rsid w:val="0093576C"/>
    <w:rsid w:val="0093623F"/>
    <w:rsid w:val="0094462F"/>
    <w:rsid w:val="00967286"/>
    <w:rsid w:val="00985932"/>
    <w:rsid w:val="009A2862"/>
    <w:rsid w:val="009C0929"/>
    <w:rsid w:val="009C2760"/>
    <w:rsid w:val="009E0B15"/>
    <w:rsid w:val="009E5BDE"/>
    <w:rsid w:val="00A052C5"/>
    <w:rsid w:val="00A05AE7"/>
    <w:rsid w:val="00A118D5"/>
    <w:rsid w:val="00A121F5"/>
    <w:rsid w:val="00A17F8B"/>
    <w:rsid w:val="00A2599D"/>
    <w:rsid w:val="00A312CF"/>
    <w:rsid w:val="00A339BA"/>
    <w:rsid w:val="00A37A92"/>
    <w:rsid w:val="00A445FE"/>
    <w:rsid w:val="00A47199"/>
    <w:rsid w:val="00A61392"/>
    <w:rsid w:val="00A66C3D"/>
    <w:rsid w:val="00A8404D"/>
    <w:rsid w:val="00A9703E"/>
    <w:rsid w:val="00A978B6"/>
    <w:rsid w:val="00AA6B8D"/>
    <w:rsid w:val="00AB39DD"/>
    <w:rsid w:val="00AB4269"/>
    <w:rsid w:val="00AE364B"/>
    <w:rsid w:val="00AE5731"/>
    <w:rsid w:val="00AF62E8"/>
    <w:rsid w:val="00B0699F"/>
    <w:rsid w:val="00B11DE2"/>
    <w:rsid w:val="00B35FFE"/>
    <w:rsid w:val="00B44C46"/>
    <w:rsid w:val="00B473E3"/>
    <w:rsid w:val="00B528F8"/>
    <w:rsid w:val="00B85C45"/>
    <w:rsid w:val="00B9143F"/>
    <w:rsid w:val="00B971C9"/>
    <w:rsid w:val="00BB0AED"/>
    <w:rsid w:val="00BB0F5C"/>
    <w:rsid w:val="00BD370D"/>
    <w:rsid w:val="00BD3D18"/>
    <w:rsid w:val="00BD3E8C"/>
    <w:rsid w:val="00BD4BC0"/>
    <w:rsid w:val="00BE6205"/>
    <w:rsid w:val="00BF49D8"/>
    <w:rsid w:val="00C27CC9"/>
    <w:rsid w:val="00C30648"/>
    <w:rsid w:val="00C327E2"/>
    <w:rsid w:val="00C409BB"/>
    <w:rsid w:val="00C41732"/>
    <w:rsid w:val="00C56683"/>
    <w:rsid w:val="00C624D7"/>
    <w:rsid w:val="00C93E33"/>
    <w:rsid w:val="00CB2581"/>
    <w:rsid w:val="00CC6446"/>
    <w:rsid w:val="00CE68B2"/>
    <w:rsid w:val="00CF5150"/>
    <w:rsid w:val="00D07D64"/>
    <w:rsid w:val="00D17947"/>
    <w:rsid w:val="00D23B11"/>
    <w:rsid w:val="00D319C7"/>
    <w:rsid w:val="00D565C7"/>
    <w:rsid w:val="00D773EC"/>
    <w:rsid w:val="00D848BB"/>
    <w:rsid w:val="00D85B89"/>
    <w:rsid w:val="00DA3A4D"/>
    <w:rsid w:val="00DB1BAB"/>
    <w:rsid w:val="00DB4D6E"/>
    <w:rsid w:val="00DC13AA"/>
    <w:rsid w:val="00DD3A82"/>
    <w:rsid w:val="00DF5988"/>
    <w:rsid w:val="00E026E1"/>
    <w:rsid w:val="00E12E08"/>
    <w:rsid w:val="00E21334"/>
    <w:rsid w:val="00E22224"/>
    <w:rsid w:val="00E34BD4"/>
    <w:rsid w:val="00E35E74"/>
    <w:rsid w:val="00E4336C"/>
    <w:rsid w:val="00E54F3A"/>
    <w:rsid w:val="00E62123"/>
    <w:rsid w:val="00E76CF8"/>
    <w:rsid w:val="00EB268E"/>
    <w:rsid w:val="00EB3118"/>
    <w:rsid w:val="00EC358E"/>
    <w:rsid w:val="00EC46A0"/>
    <w:rsid w:val="00EC4CBC"/>
    <w:rsid w:val="00ED15CA"/>
    <w:rsid w:val="00EF0770"/>
    <w:rsid w:val="00F0091B"/>
    <w:rsid w:val="00F05195"/>
    <w:rsid w:val="00F145B9"/>
    <w:rsid w:val="00F25E6E"/>
    <w:rsid w:val="00F25E78"/>
    <w:rsid w:val="00F44EA1"/>
    <w:rsid w:val="00F5020E"/>
    <w:rsid w:val="00F7124F"/>
    <w:rsid w:val="00F746D6"/>
    <w:rsid w:val="00F772FC"/>
    <w:rsid w:val="00F857E5"/>
    <w:rsid w:val="00F9773E"/>
    <w:rsid w:val="00FA794F"/>
    <w:rsid w:val="00FB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C19070"/>
  <w15:docId w15:val="{7CE2E481-E6E6-492A-B768-7AA8DBE73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7E5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9D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320"/>
        <w:tab w:val="right" w:pos="8640"/>
      </w:tabs>
      <w:spacing w:after="240"/>
      <w:jc w:val="both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Trebuchet MS" w:hAnsi="Trebuchet MS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outline w:val="0"/>
      <w:color w:val="000090"/>
      <w:sz w:val="18"/>
      <w:szCs w:val="18"/>
      <w:u w:color="000090"/>
    </w:rPr>
  </w:style>
  <w:style w:type="paragraph" w:styleId="Footer">
    <w:name w:val="footer"/>
    <w:basedOn w:val="Normal"/>
    <w:link w:val="FooterChar"/>
    <w:uiPriority w:val="99"/>
    <w:unhideWhenUsed/>
    <w:rsid w:val="009E5B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BDE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6026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7519D3"/>
    <w:rPr>
      <w:rFonts w:asciiTheme="majorHAnsi" w:eastAsiaTheme="majorEastAsia" w:hAnsiTheme="majorHAnsi" w:cstheme="majorBidi"/>
      <w:color w:val="365F91" w:themeColor="accent1" w:themeShade="BF"/>
      <w:sz w:val="26"/>
      <w:szCs w:val="26"/>
      <w:bdr w:val="none" w:sz="0" w:space="0" w:color="auto"/>
      <w:lang w:val="en-US" w:eastAsia="en-US"/>
    </w:rPr>
  </w:style>
  <w:style w:type="paragraph" w:customStyle="1" w:styleId="Default">
    <w:name w:val="Default"/>
    <w:rsid w:val="00AB39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6287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F5150"/>
    <w:pPr>
      <w:ind w:left="720"/>
      <w:contextualSpacing/>
    </w:pPr>
  </w:style>
  <w:style w:type="paragraph" w:styleId="Revision">
    <w:name w:val="Revision"/>
    <w:hidden/>
    <w:uiPriority w:val="99"/>
    <w:semiHidden/>
    <w:rsid w:val="00F051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E52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52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524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246"/>
    <w:rPr>
      <w:b/>
      <w:bCs/>
      <w:lang w:val="en-US" w:eastAsia="en-US"/>
    </w:rPr>
  </w:style>
  <w:style w:type="table" w:styleId="TableGrid">
    <w:name w:val="Table Grid"/>
    <w:basedOn w:val="TableNormal"/>
    <w:uiPriority w:val="39"/>
    <w:rsid w:val="00F85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d@spre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utat@sprep.org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hyperlink" Target="http://www.sprep.org" TargetMode="External"/><Relationship Id="rId7" Type="http://schemas.openxmlformats.org/officeDocument/2006/relationships/hyperlink" Target="http://www.sprep.org" TargetMode="External"/><Relationship Id="rId2" Type="http://schemas.openxmlformats.org/officeDocument/2006/relationships/hyperlink" Target="http://www.sprep.org" TargetMode="External"/><Relationship Id="rId1" Type="http://schemas.openxmlformats.org/officeDocument/2006/relationships/hyperlink" Target="mailto:sprep@sprep.org" TargetMode="External"/><Relationship Id="rId6" Type="http://schemas.openxmlformats.org/officeDocument/2006/relationships/hyperlink" Target="http://www.sprep.org" TargetMode="External"/><Relationship Id="rId5" Type="http://schemas.openxmlformats.org/officeDocument/2006/relationships/hyperlink" Target="mailto:sprep@sprep.org" TargetMode="External"/><Relationship Id="rId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d\Downloads\SPREP%20PROE_Letter.dotx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49167-8487-4D40-9CFD-AEA46E76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SPREP PROE_Letter</Template>
  <TotalTime>2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Links>
    <vt:vector size="54" baseType="variant">
      <vt:variant>
        <vt:i4>983100</vt:i4>
      </vt:variant>
      <vt:variant>
        <vt:i4>15</vt:i4>
      </vt:variant>
      <vt:variant>
        <vt:i4>0</vt:i4>
      </vt:variant>
      <vt:variant>
        <vt:i4>5</vt:i4>
      </vt:variant>
      <vt:variant>
        <vt:lpwstr>mailto:sunnys@sprep.org</vt:lpwstr>
      </vt:variant>
      <vt:variant>
        <vt:lpwstr/>
      </vt:variant>
      <vt:variant>
        <vt:i4>5832740</vt:i4>
      </vt:variant>
      <vt:variant>
        <vt:i4>12</vt:i4>
      </vt:variant>
      <vt:variant>
        <vt:i4>0</vt:i4>
      </vt:variant>
      <vt:variant>
        <vt:i4>5</vt:i4>
      </vt:variant>
      <vt:variant>
        <vt:lpwstr>mailto:damienhinge619@gmail.com</vt:lpwstr>
      </vt:variant>
      <vt:variant>
        <vt:lpwstr/>
      </vt:variant>
      <vt:variant>
        <vt:i4>7012354</vt:i4>
      </vt:variant>
      <vt:variant>
        <vt:i4>9</vt:i4>
      </vt:variant>
      <vt:variant>
        <vt:i4>0</vt:i4>
      </vt:variant>
      <vt:variant>
        <vt:i4>5</vt:i4>
      </vt:variant>
      <vt:variant>
        <vt:lpwstr>mailto:rbaereleo@vanuatu.gov.vu</vt:lpwstr>
      </vt:variant>
      <vt:variant>
        <vt:lpwstr/>
      </vt:variant>
      <vt:variant>
        <vt:i4>6815819</vt:i4>
      </vt:variant>
      <vt:variant>
        <vt:i4>6</vt:i4>
      </vt:variant>
      <vt:variant>
        <vt:i4>0</vt:i4>
      </vt:variant>
      <vt:variant>
        <vt:i4>5</vt:i4>
      </vt:variant>
      <vt:variant>
        <vt:lpwstr>mailto:vanik@sprep.org</vt:lpwstr>
      </vt:variant>
      <vt:variant>
        <vt:lpwstr/>
      </vt:variant>
      <vt:variant>
        <vt:i4>7012439</vt:i4>
      </vt:variant>
      <vt:variant>
        <vt:i4>3</vt:i4>
      </vt:variant>
      <vt:variant>
        <vt:i4>0</vt:i4>
      </vt:variant>
      <vt:variant>
        <vt:i4>5</vt:i4>
      </vt:variant>
      <vt:variant>
        <vt:lpwstr>mailto:putat@sprep.org</vt:lpwstr>
      </vt:variant>
      <vt:variant>
        <vt:lpwstr/>
      </vt:variant>
      <vt:variant>
        <vt:i4>7012438</vt:i4>
      </vt:variant>
      <vt:variant>
        <vt:i4>0</vt:i4>
      </vt:variant>
      <vt:variant>
        <vt:i4>0</vt:i4>
      </vt:variant>
      <vt:variant>
        <vt:i4>5</vt:i4>
      </vt:variant>
      <vt:variant>
        <vt:lpwstr>mailto:vainuupoj@sprep.org</vt:lpwstr>
      </vt:variant>
      <vt:variant>
        <vt:lpwstr/>
      </vt:variant>
      <vt:variant>
        <vt:i4>5373977</vt:i4>
      </vt:variant>
      <vt:variant>
        <vt:i4>6</vt:i4>
      </vt:variant>
      <vt:variant>
        <vt:i4>0</vt:i4>
      </vt:variant>
      <vt:variant>
        <vt:i4>5</vt:i4>
      </vt:variant>
      <vt:variant>
        <vt:lpwstr>http://www.sprep.org/</vt:lpwstr>
      </vt:variant>
      <vt:variant>
        <vt:lpwstr/>
      </vt:variant>
      <vt:variant>
        <vt:i4>5373977</vt:i4>
      </vt:variant>
      <vt:variant>
        <vt:i4>3</vt:i4>
      </vt:variant>
      <vt:variant>
        <vt:i4>0</vt:i4>
      </vt:variant>
      <vt:variant>
        <vt:i4>5</vt:i4>
      </vt:variant>
      <vt:variant>
        <vt:lpwstr>http://www.sprep.org/</vt:lpwstr>
      </vt:variant>
      <vt:variant>
        <vt:lpwstr/>
      </vt:variant>
      <vt:variant>
        <vt:i4>6946902</vt:i4>
      </vt:variant>
      <vt:variant>
        <vt:i4>0</vt:i4>
      </vt:variant>
      <vt:variant>
        <vt:i4>0</vt:i4>
      </vt:variant>
      <vt:variant>
        <vt:i4>5</vt:i4>
      </vt:variant>
      <vt:variant>
        <vt:lpwstr>mailto:sprep@sprep.org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Diarra</dc:creator>
  <cp:keywords/>
  <cp:lastModifiedBy>Ivan Diarra</cp:lastModifiedBy>
  <cp:revision>4</cp:revision>
  <cp:lastPrinted>2024-02-26T03:11:00Z</cp:lastPrinted>
  <dcterms:created xsi:type="dcterms:W3CDTF">2025-04-07T21:40:00Z</dcterms:created>
  <dcterms:modified xsi:type="dcterms:W3CDTF">2025-04-23T01:39:00Z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0b8af603f6147a2a60920db12ba12f34d62e121c97c24bc4bbc9de0dbe55fa8a</vt:lpwstr>
  </property>
</Properties>
</file>